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FFD" w:rsidRDefault="00097FFD">
      <w:pPr>
        <w:spacing w:line="380" w:lineRule="exact"/>
        <w:jc w:val="center"/>
        <w:rPr>
          <w:rFonts w:ascii="宋体"/>
          <w:b/>
          <w:sz w:val="32"/>
          <w:szCs w:val="32"/>
        </w:rPr>
      </w:pPr>
    </w:p>
    <w:p w:rsidR="00097FFD" w:rsidRDefault="00097FFD" w:rsidP="004570DF">
      <w:pPr>
        <w:spacing w:line="360" w:lineRule="auto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工业培训中心《工程训练</w:t>
      </w:r>
      <w:r>
        <w:rPr>
          <w:rFonts w:ascii="宋体" w:hAnsi="宋体"/>
          <w:b/>
          <w:sz w:val="32"/>
          <w:szCs w:val="32"/>
        </w:rPr>
        <w:t>A</w:t>
      </w:r>
      <w:r>
        <w:rPr>
          <w:rFonts w:ascii="宋体" w:hAnsi="宋体" w:hint="eastAsia"/>
          <w:b/>
          <w:sz w:val="32"/>
          <w:szCs w:val="32"/>
        </w:rPr>
        <w:t>》、《工程训练</w:t>
      </w:r>
      <w:r>
        <w:rPr>
          <w:rFonts w:ascii="宋体" w:hAnsi="宋体"/>
          <w:b/>
          <w:sz w:val="32"/>
          <w:szCs w:val="32"/>
        </w:rPr>
        <w:t>B</w:t>
      </w:r>
      <w:r>
        <w:rPr>
          <w:rFonts w:ascii="宋体" w:hAnsi="宋体" w:hint="eastAsia"/>
          <w:b/>
          <w:sz w:val="32"/>
          <w:szCs w:val="32"/>
        </w:rPr>
        <w:t>》、《工程训练</w:t>
      </w:r>
      <w:r>
        <w:rPr>
          <w:rFonts w:ascii="宋体" w:hAnsi="宋体"/>
          <w:b/>
          <w:sz w:val="32"/>
          <w:szCs w:val="32"/>
        </w:rPr>
        <w:t>C</w:t>
      </w:r>
      <w:r>
        <w:rPr>
          <w:rFonts w:ascii="宋体" w:hAnsi="宋体" w:hint="eastAsia"/>
          <w:b/>
          <w:sz w:val="32"/>
          <w:szCs w:val="32"/>
        </w:rPr>
        <w:t>》</w:t>
      </w:r>
    </w:p>
    <w:p w:rsidR="00097FFD" w:rsidRDefault="00097FFD" w:rsidP="004570DF">
      <w:pPr>
        <w:spacing w:line="360" w:lineRule="auto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理论考试安排</w:t>
      </w:r>
    </w:p>
    <w:p w:rsidR="00097FFD" w:rsidRDefault="00097FFD">
      <w:pPr>
        <w:spacing w:line="720" w:lineRule="exact"/>
        <w:rPr>
          <w:rFonts w:ascii="宋体"/>
          <w:i/>
          <w:sz w:val="24"/>
        </w:rPr>
      </w:pPr>
      <w:r>
        <w:rPr>
          <w:rFonts w:ascii="宋体" w:hAnsi="宋体" w:hint="eastAsia"/>
          <w:b/>
          <w:i/>
          <w:sz w:val="24"/>
        </w:rPr>
        <w:t>学生注册中心</w:t>
      </w:r>
      <w:r>
        <w:rPr>
          <w:rFonts w:ascii="宋体" w:hAnsi="宋体" w:hint="eastAsia"/>
          <w:i/>
          <w:sz w:val="24"/>
        </w:rPr>
        <w:t>：</w:t>
      </w:r>
    </w:p>
    <w:p w:rsidR="00097FFD" w:rsidRPr="008D5B01" w:rsidRDefault="00097FFD" w:rsidP="008E5206">
      <w:pPr>
        <w:spacing w:afterLines="100" w:line="360" w:lineRule="auto"/>
        <w:ind w:firstLine="437"/>
        <w:rPr>
          <w:sz w:val="24"/>
        </w:rPr>
      </w:pPr>
      <w:r>
        <w:rPr>
          <w:rFonts w:hint="eastAsia"/>
          <w:sz w:val="24"/>
        </w:rPr>
        <w:t>《工程训练</w:t>
      </w:r>
      <w:r>
        <w:rPr>
          <w:sz w:val="24"/>
        </w:rPr>
        <w:t>A</w:t>
      </w:r>
      <w:r>
        <w:rPr>
          <w:rFonts w:hint="eastAsia"/>
          <w:sz w:val="24"/>
        </w:rPr>
        <w:t>》、《工程训练</w:t>
      </w:r>
      <w:r>
        <w:rPr>
          <w:sz w:val="24"/>
        </w:rPr>
        <w:t>B</w:t>
      </w:r>
      <w:r>
        <w:rPr>
          <w:rFonts w:hint="eastAsia"/>
          <w:sz w:val="24"/>
        </w:rPr>
        <w:t>》、《工程训练</w:t>
      </w:r>
      <w:r>
        <w:rPr>
          <w:sz w:val="24"/>
        </w:rPr>
        <w:t>C</w:t>
      </w:r>
      <w:r>
        <w:rPr>
          <w:rFonts w:hint="eastAsia"/>
          <w:sz w:val="24"/>
        </w:rPr>
        <w:t>》理论考试定于</w:t>
      </w:r>
      <w:r>
        <w:rPr>
          <w:sz w:val="24"/>
        </w:rPr>
        <w:t>2019</w:t>
      </w:r>
      <w:r>
        <w:rPr>
          <w:rFonts w:hint="eastAsia"/>
          <w:sz w:val="24"/>
        </w:rPr>
        <w:t>年</w:t>
      </w:r>
      <w:r>
        <w:rPr>
          <w:sz w:val="24"/>
        </w:rPr>
        <w:t>1</w:t>
      </w:r>
      <w:r>
        <w:rPr>
          <w:rFonts w:hint="eastAsia"/>
          <w:sz w:val="24"/>
        </w:rPr>
        <w:t>月</w:t>
      </w:r>
      <w:r>
        <w:rPr>
          <w:sz w:val="24"/>
        </w:rPr>
        <w:t>13</w:t>
      </w:r>
      <w:r>
        <w:rPr>
          <w:rFonts w:hint="eastAsia"/>
          <w:sz w:val="24"/>
        </w:rPr>
        <w:t>日</w:t>
      </w:r>
      <w:r>
        <w:rPr>
          <w:sz w:val="24"/>
        </w:rPr>
        <w:t>(</w:t>
      </w:r>
      <w:r>
        <w:rPr>
          <w:rFonts w:hint="eastAsia"/>
          <w:sz w:val="24"/>
        </w:rPr>
        <w:t>星期日</w:t>
      </w:r>
      <w:r>
        <w:rPr>
          <w:sz w:val="24"/>
        </w:rPr>
        <w:t>)10:00~11:00</w:t>
      </w:r>
      <w:r>
        <w:rPr>
          <w:rFonts w:hint="eastAsia"/>
          <w:sz w:val="24"/>
        </w:rPr>
        <w:t>，具体教室安排如下：</w:t>
      </w:r>
    </w:p>
    <w:tbl>
      <w:tblPr>
        <w:tblW w:w="8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"/>
        <w:gridCol w:w="1324"/>
        <w:gridCol w:w="1776"/>
        <w:gridCol w:w="1212"/>
        <w:gridCol w:w="2024"/>
        <w:gridCol w:w="1874"/>
      </w:tblGrid>
      <w:tr w:rsidR="00097FFD" w:rsidRPr="001C410D" w:rsidTr="00345FE1">
        <w:trPr>
          <w:trHeight w:val="598"/>
          <w:jc w:val="center"/>
        </w:trPr>
        <w:tc>
          <w:tcPr>
            <w:tcW w:w="457" w:type="dxa"/>
            <w:vMerge w:val="restart"/>
            <w:vAlign w:val="center"/>
          </w:tcPr>
          <w:p w:rsidR="00097FFD" w:rsidRPr="001C410D" w:rsidRDefault="00097FFD" w:rsidP="001C410D">
            <w:pPr>
              <w:jc w:val="center"/>
              <w:rPr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color w:val="000000"/>
                <w:kern w:val="0"/>
                <w:sz w:val="24"/>
              </w:rPr>
              <w:t>工程训练</w:t>
            </w:r>
            <w:r w:rsidRPr="001C410D">
              <w:rPr>
                <w:color w:val="000000"/>
                <w:kern w:val="0"/>
                <w:sz w:val="24"/>
              </w:rPr>
              <w:t>A</w:t>
            </w:r>
          </w:p>
        </w:tc>
        <w:tc>
          <w:tcPr>
            <w:tcW w:w="1324" w:type="dxa"/>
            <w:vAlign w:val="center"/>
          </w:tcPr>
          <w:p w:rsidR="00097FFD" w:rsidRPr="001C410D" w:rsidRDefault="00097FFD" w:rsidP="00345FE1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76" w:type="dxa"/>
            <w:vAlign w:val="center"/>
          </w:tcPr>
          <w:p w:rsidR="00097FFD" w:rsidRPr="001C410D" w:rsidRDefault="00097FFD" w:rsidP="00345FE1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教学班号</w:t>
            </w:r>
          </w:p>
        </w:tc>
        <w:tc>
          <w:tcPr>
            <w:tcW w:w="1212" w:type="dxa"/>
            <w:vAlign w:val="center"/>
          </w:tcPr>
          <w:p w:rsidR="00097FFD" w:rsidRPr="001C410D" w:rsidRDefault="00097FFD" w:rsidP="00345FE1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监考学院</w:t>
            </w:r>
          </w:p>
        </w:tc>
        <w:tc>
          <w:tcPr>
            <w:tcW w:w="2024" w:type="dxa"/>
            <w:vAlign w:val="center"/>
          </w:tcPr>
          <w:p w:rsidR="00097FFD" w:rsidRPr="001C410D" w:rsidRDefault="00097FFD" w:rsidP="00345FE1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专业班级</w:t>
            </w:r>
          </w:p>
        </w:tc>
        <w:tc>
          <w:tcPr>
            <w:tcW w:w="1874" w:type="dxa"/>
            <w:vAlign w:val="center"/>
          </w:tcPr>
          <w:p w:rsidR="00097FFD" w:rsidRPr="001C410D" w:rsidRDefault="00097FFD" w:rsidP="00345FE1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教室安排</w:t>
            </w:r>
          </w:p>
        </w:tc>
      </w:tr>
      <w:tr w:rsidR="00097FFD" w:rsidRPr="001C410D" w:rsidTr="00345FE1">
        <w:trPr>
          <w:trHeight w:val="411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324" w:type="dxa"/>
          </w:tcPr>
          <w:p w:rsidR="00097FFD" w:rsidRPr="00E36384" w:rsidRDefault="00097FFD" w:rsidP="00DD1D0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DD1D05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5300013B--003</w:t>
            </w:r>
          </w:p>
        </w:tc>
        <w:tc>
          <w:tcPr>
            <w:tcW w:w="1212" w:type="dxa"/>
            <w:vMerge w:val="restart"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机械学院</w:t>
            </w:r>
          </w:p>
        </w:tc>
        <w:tc>
          <w:tcPr>
            <w:tcW w:w="2024" w:type="dxa"/>
            <w:vAlign w:val="center"/>
          </w:tcPr>
          <w:p w:rsidR="00097FFD" w:rsidRPr="00363055" w:rsidRDefault="00097FFD">
            <w:pPr>
              <w:jc w:val="center"/>
              <w:rPr>
                <w:rFonts w:ascii="宋体" w:cs="宋体"/>
                <w:bCs/>
                <w:sz w:val="24"/>
              </w:rPr>
            </w:pPr>
            <w:r w:rsidRPr="00363055">
              <w:rPr>
                <w:rFonts w:ascii="宋体" w:hAnsi="宋体" w:hint="eastAsia"/>
                <w:bCs/>
                <w:sz w:val="24"/>
              </w:rPr>
              <w:t>飞行器</w:t>
            </w:r>
            <w:r w:rsidRPr="00363055">
              <w:rPr>
                <w:rFonts w:ascii="宋体" w:hAnsi="宋体"/>
                <w:bCs/>
                <w:sz w:val="24"/>
              </w:rPr>
              <w:t>17-1</w:t>
            </w:r>
          </w:p>
        </w:tc>
        <w:tc>
          <w:tcPr>
            <w:tcW w:w="1874" w:type="dxa"/>
            <w:vAlign w:val="center"/>
          </w:tcPr>
          <w:p w:rsidR="00097FFD" w:rsidRPr="00AF16DE" w:rsidRDefault="00097FFD" w:rsidP="002C1CCE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bookmarkStart w:id="0" w:name="OLE_LINK1"/>
            <w:bookmarkStart w:id="1" w:name="OLE_LINK2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翠五教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101</w:t>
            </w:r>
            <w:bookmarkEnd w:id="0"/>
            <w:bookmarkEnd w:id="1"/>
          </w:p>
        </w:tc>
      </w:tr>
      <w:tr w:rsidR="00097FFD" w:rsidRPr="001C410D" w:rsidTr="00345FE1">
        <w:trPr>
          <w:trHeight w:val="369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5300013B--015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363055" w:rsidRDefault="00097FFD">
            <w:pPr>
              <w:jc w:val="center"/>
              <w:rPr>
                <w:rFonts w:ascii="宋体" w:cs="宋体"/>
                <w:bCs/>
                <w:sz w:val="24"/>
              </w:rPr>
            </w:pPr>
            <w:r w:rsidRPr="00363055">
              <w:rPr>
                <w:rFonts w:ascii="宋体" w:hAnsi="宋体" w:hint="eastAsia"/>
                <w:bCs/>
                <w:sz w:val="24"/>
              </w:rPr>
              <w:t>机械设计</w:t>
            </w:r>
            <w:r w:rsidRPr="00363055">
              <w:rPr>
                <w:rFonts w:ascii="宋体" w:hAnsi="宋体"/>
                <w:bCs/>
                <w:sz w:val="24"/>
              </w:rPr>
              <w:t>17-1</w:t>
            </w:r>
          </w:p>
        </w:tc>
        <w:tc>
          <w:tcPr>
            <w:tcW w:w="1874" w:type="dxa"/>
            <w:vMerge w:val="restart"/>
            <w:vAlign w:val="center"/>
          </w:tcPr>
          <w:p w:rsidR="00097FFD" w:rsidRPr="00AF16DE" w:rsidRDefault="00097FFD" w:rsidP="002C1CCE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翠五教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102</w:t>
            </w:r>
          </w:p>
        </w:tc>
      </w:tr>
      <w:tr w:rsidR="00097FFD" w:rsidRPr="001C410D" w:rsidTr="00345FE1">
        <w:trPr>
          <w:trHeight w:val="369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DD1D05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DD1D05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5300013B--016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363055" w:rsidRDefault="00097FFD">
            <w:pPr>
              <w:jc w:val="center"/>
              <w:rPr>
                <w:rFonts w:ascii="宋体" w:cs="宋体"/>
                <w:bCs/>
                <w:sz w:val="24"/>
              </w:rPr>
            </w:pPr>
            <w:r w:rsidRPr="00363055">
              <w:rPr>
                <w:rFonts w:ascii="宋体" w:hAnsi="宋体" w:hint="eastAsia"/>
                <w:bCs/>
                <w:sz w:val="24"/>
              </w:rPr>
              <w:t>机械设计</w:t>
            </w:r>
            <w:r w:rsidRPr="00363055">
              <w:rPr>
                <w:rFonts w:ascii="宋体" w:hAnsi="宋体"/>
                <w:bCs/>
                <w:sz w:val="24"/>
              </w:rPr>
              <w:t>17-2</w:t>
            </w:r>
          </w:p>
        </w:tc>
        <w:tc>
          <w:tcPr>
            <w:tcW w:w="1874" w:type="dxa"/>
            <w:vMerge/>
            <w:vAlign w:val="center"/>
          </w:tcPr>
          <w:p w:rsidR="00097FFD" w:rsidRPr="00AF16DE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97FFD" w:rsidRPr="001C410D" w:rsidTr="00345FE1">
        <w:trPr>
          <w:trHeight w:val="369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DD1D05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DD1D05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5300013B--017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363055" w:rsidRDefault="00097FFD">
            <w:pPr>
              <w:jc w:val="center"/>
              <w:rPr>
                <w:rFonts w:ascii="宋体" w:cs="宋体"/>
                <w:bCs/>
                <w:sz w:val="24"/>
              </w:rPr>
            </w:pPr>
            <w:r w:rsidRPr="00363055">
              <w:rPr>
                <w:rFonts w:ascii="宋体" w:hAnsi="宋体" w:hint="eastAsia"/>
                <w:bCs/>
                <w:sz w:val="24"/>
              </w:rPr>
              <w:t>机械设计</w:t>
            </w:r>
            <w:r w:rsidRPr="00363055">
              <w:rPr>
                <w:rFonts w:ascii="宋体" w:hAnsi="宋体"/>
                <w:bCs/>
                <w:sz w:val="24"/>
              </w:rPr>
              <w:t>17-3</w:t>
            </w:r>
          </w:p>
        </w:tc>
        <w:tc>
          <w:tcPr>
            <w:tcW w:w="1874" w:type="dxa"/>
            <w:vMerge w:val="restart"/>
            <w:vAlign w:val="center"/>
          </w:tcPr>
          <w:p w:rsidR="00097FFD" w:rsidRPr="00AF16DE" w:rsidRDefault="00097FFD" w:rsidP="00103A1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翠五教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103</w:t>
            </w:r>
          </w:p>
        </w:tc>
      </w:tr>
      <w:tr w:rsidR="00097FFD" w:rsidRPr="001C410D" w:rsidTr="00345FE1">
        <w:trPr>
          <w:trHeight w:val="369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DD1D05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DD1D05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5300013B--018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363055" w:rsidRDefault="00097FFD">
            <w:pPr>
              <w:jc w:val="center"/>
              <w:rPr>
                <w:rFonts w:ascii="宋体" w:cs="宋体"/>
                <w:bCs/>
                <w:sz w:val="24"/>
              </w:rPr>
            </w:pPr>
            <w:r w:rsidRPr="00363055">
              <w:rPr>
                <w:rFonts w:ascii="宋体" w:hAnsi="宋体" w:hint="eastAsia"/>
                <w:bCs/>
                <w:sz w:val="24"/>
              </w:rPr>
              <w:t>机械设计</w:t>
            </w:r>
            <w:r w:rsidRPr="00363055">
              <w:rPr>
                <w:rFonts w:ascii="宋体" w:hAnsi="宋体"/>
                <w:bCs/>
                <w:sz w:val="24"/>
              </w:rPr>
              <w:t>17-4</w:t>
            </w:r>
          </w:p>
        </w:tc>
        <w:tc>
          <w:tcPr>
            <w:tcW w:w="1874" w:type="dxa"/>
            <w:vMerge/>
            <w:vAlign w:val="center"/>
          </w:tcPr>
          <w:p w:rsidR="00097FFD" w:rsidRPr="00AF16DE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97FFD" w:rsidRPr="001C410D" w:rsidTr="00345FE1">
        <w:trPr>
          <w:trHeight w:val="369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5300013B--019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363055" w:rsidRDefault="00097FFD">
            <w:pPr>
              <w:jc w:val="center"/>
              <w:rPr>
                <w:rFonts w:ascii="宋体" w:cs="宋体"/>
                <w:bCs/>
                <w:sz w:val="24"/>
              </w:rPr>
            </w:pPr>
            <w:r w:rsidRPr="00363055">
              <w:rPr>
                <w:rFonts w:ascii="宋体" w:hAnsi="宋体" w:hint="eastAsia"/>
                <w:bCs/>
                <w:sz w:val="24"/>
              </w:rPr>
              <w:t>机械设计</w:t>
            </w:r>
            <w:r w:rsidRPr="00363055">
              <w:rPr>
                <w:rFonts w:ascii="宋体" w:hAnsi="宋体"/>
                <w:bCs/>
                <w:sz w:val="24"/>
              </w:rPr>
              <w:t>17-5</w:t>
            </w:r>
          </w:p>
        </w:tc>
        <w:tc>
          <w:tcPr>
            <w:tcW w:w="1874" w:type="dxa"/>
            <w:vMerge w:val="restart"/>
            <w:vAlign w:val="center"/>
          </w:tcPr>
          <w:p w:rsidR="00097FFD" w:rsidRPr="00AF16DE" w:rsidRDefault="00097FFD" w:rsidP="00103A1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翠五教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104</w:t>
            </w:r>
          </w:p>
        </w:tc>
      </w:tr>
      <w:tr w:rsidR="00097FFD" w:rsidRPr="001C410D" w:rsidTr="00345FE1">
        <w:trPr>
          <w:trHeight w:val="369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DD1D05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DD1D05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5300013B--010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363055" w:rsidRDefault="00097FFD">
            <w:pPr>
              <w:jc w:val="center"/>
              <w:rPr>
                <w:rFonts w:ascii="宋体" w:cs="宋体"/>
                <w:bCs/>
                <w:sz w:val="24"/>
              </w:rPr>
            </w:pPr>
            <w:r w:rsidRPr="00363055">
              <w:rPr>
                <w:rFonts w:ascii="宋体" w:hAnsi="宋体" w:hint="eastAsia"/>
                <w:bCs/>
                <w:sz w:val="24"/>
              </w:rPr>
              <w:t>机械设计</w:t>
            </w:r>
            <w:r w:rsidRPr="00363055">
              <w:rPr>
                <w:rFonts w:ascii="宋体" w:hAnsi="宋体"/>
                <w:bCs/>
                <w:sz w:val="24"/>
              </w:rPr>
              <w:t>17-6</w:t>
            </w:r>
          </w:p>
        </w:tc>
        <w:tc>
          <w:tcPr>
            <w:tcW w:w="1874" w:type="dxa"/>
            <w:vMerge/>
            <w:vAlign w:val="center"/>
          </w:tcPr>
          <w:p w:rsidR="00097FFD" w:rsidRPr="00AF16DE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97FFD" w:rsidRPr="001C410D" w:rsidTr="00345FE1">
        <w:trPr>
          <w:trHeight w:val="369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5300013B--011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363055" w:rsidRDefault="00097FFD">
            <w:pPr>
              <w:jc w:val="center"/>
              <w:rPr>
                <w:rFonts w:ascii="宋体" w:cs="宋体"/>
                <w:bCs/>
                <w:sz w:val="24"/>
              </w:rPr>
            </w:pPr>
            <w:r w:rsidRPr="00363055">
              <w:rPr>
                <w:rFonts w:ascii="宋体" w:hAnsi="宋体" w:hint="eastAsia"/>
                <w:bCs/>
                <w:sz w:val="24"/>
              </w:rPr>
              <w:t>机械设计</w:t>
            </w:r>
            <w:r w:rsidRPr="00363055">
              <w:rPr>
                <w:rFonts w:ascii="宋体" w:hAnsi="宋体"/>
                <w:bCs/>
                <w:sz w:val="24"/>
              </w:rPr>
              <w:t>17-7</w:t>
            </w:r>
          </w:p>
        </w:tc>
        <w:tc>
          <w:tcPr>
            <w:tcW w:w="1874" w:type="dxa"/>
            <w:vMerge w:val="restart"/>
            <w:vAlign w:val="center"/>
          </w:tcPr>
          <w:p w:rsidR="00097FFD" w:rsidRPr="00AF16DE" w:rsidRDefault="00097FFD" w:rsidP="00103A1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翠五教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201</w:t>
            </w:r>
          </w:p>
        </w:tc>
      </w:tr>
      <w:tr w:rsidR="00097FFD" w:rsidRPr="001C410D" w:rsidTr="00345FE1">
        <w:trPr>
          <w:trHeight w:val="369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5300013B--012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363055" w:rsidRDefault="00097FFD">
            <w:pPr>
              <w:jc w:val="center"/>
              <w:rPr>
                <w:rFonts w:ascii="宋体" w:cs="宋体"/>
                <w:bCs/>
                <w:sz w:val="24"/>
              </w:rPr>
            </w:pPr>
            <w:r w:rsidRPr="00363055">
              <w:rPr>
                <w:rFonts w:ascii="宋体" w:hAnsi="宋体" w:hint="eastAsia"/>
                <w:bCs/>
                <w:sz w:val="24"/>
              </w:rPr>
              <w:t>机械设计</w:t>
            </w:r>
            <w:r w:rsidRPr="00363055">
              <w:rPr>
                <w:rFonts w:ascii="宋体" w:hAnsi="宋体"/>
                <w:bCs/>
                <w:sz w:val="24"/>
              </w:rPr>
              <w:t>17-8</w:t>
            </w:r>
          </w:p>
        </w:tc>
        <w:tc>
          <w:tcPr>
            <w:tcW w:w="1874" w:type="dxa"/>
            <w:vMerge/>
            <w:vAlign w:val="center"/>
          </w:tcPr>
          <w:p w:rsidR="00097FFD" w:rsidRPr="00AF16DE" w:rsidRDefault="00097FFD" w:rsidP="001B70A4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97FFD" w:rsidRPr="001C410D" w:rsidTr="00345FE1">
        <w:trPr>
          <w:trHeight w:val="369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B70A4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DD1D05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DD1D05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5300013B--013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B70A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363055" w:rsidRDefault="00097FFD">
            <w:pPr>
              <w:jc w:val="center"/>
              <w:rPr>
                <w:rFonts w:ascii="宋体" w:cs="宋体"/>
                <w:bCs/>
                <w:sz w:val="24"/>
              </w:rPr>
            </w:pPr>
            <w:r w:rsidRPr="00363055">
              <w:rPr>
                <w:rFonts w:ascii="宋体" w:hAnsi="宋体" w:hint="eastAsia"/>
                <w:bCs/>
                <w:sz w:val="24"/>
              </w:rPr>
              <w:t>机械设计</w:t>
            </w:r>
            <w:r w:rsidRPr="00363055">
              <w:rPr>
                <w:rFonts w:ascii="宋体" w:hAnsi="宋体"/>
                <w:bCs/>
                <w:sz w:val="24"/>
              </w:rPr>
              <w:t>17-9</w:t>
            </w:r>
          </w:p>
        </w:tc>
        <w:tc>
          <w:tcPr>
            <w:tcW w:w="1874" w:type="dxa"/>
            <w:vMerge w:val="restart"/>
            <w:vAlign w:val="center"/>
          </w:tcPr>
          <w:p w:rsidR="00097FFD" w:rsidRPr="00AF16DE" w:rsidRDefault="00097FFD" w:rsidP="00103A1C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翠五教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202</w:t>
            </w:r>
          </w:p>
        </w:tc>
      </w:tr>
      <w:tr w:rsidR="00097FFD" w:rsidRPr="001C410D" w:rsidTr="00345FE1">
        <w:trPr>
          <w:trHeight w:val="369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B70A4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Default="00097FFD" w:rsidP="00DD1D05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DD1D05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5300013B--014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B70A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363055" w:rsidRDefault="00097FFD" w:rsidP="00363055">
            <w:pPr>
              <w:jc w:val="center"/>
              <w:rPr>
                <w:rFonts w:ascii="宋体"/>
                <w:bCs/>
                <w:sz w:val="24"/>
              </w:rPr>
            </w:pPr>
            <w:r w:rsidRPr="00363055">
              <w:rPr>
                <w:rFonts w:ascii="宋体" w:hAnsi="宋体" w:hint="eastAsia"/>
                <w:bCs/>
                <w:sz w:val="24"/>
              </w:rPr>
              <w:t>机械设计</w:t>
            </w:r>
            <w:r w:rsidRPr="00363055">
              <w:rPr>
                <w:rFonts w:ascii="宋体" w:hAnsi="宋体"/>
                <w:bCs/>
                <w:sz w:val="24"/>
              </w:rPr>
              <w:t>17-</w:t>
            </w:r>
            <w:r>
              <w:rPr>
                <w:rFonts w:ascii="宋体" w:hAnsi="宋体"/>
                <w:bCs/>
                <w:sz w:val="24"/>
              </w:rPr>
              <w:t>10</w:t>
            </w:r>
          </w:p>
        </w:tc>
        <w:tc>
          <w:tcPr>
            <w:tcW w:w="1874" w:type="dxa"/>
            <w:vMerge/>
            <w:vAlign w:val="center"/>
          </w:tcPr>
          <w:p w:rsidR="00097FFD" w:rsidRPr="00AF16DE" w:rsidRDefault="00097FFD" w:rsidP="001B70A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97FFD" w:rsidRPr="001C410D" w:rsidTr="00345FE1">
        <w:trPr>
          <w:trHeight w:val="367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5300013B--001</w:t>
            </w:r>
          </w:p>
        </w:tc>
        <w:tc>
          <w:tcPr>
            <w:tcW w:w="1212" w:type="dxa"/>
            <w:vMerge w:val="restart"/>
            <w:vAlign w:val="center"/>
          </w:tcPr>
          <w:p w:rsidR="00097FFD" w:rsidRPr="001C410D" w:rsidRDefault="00097FFD" w:rsidP="00F964B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交通学院</w:t>
            </w:r>
          </w:p>
        </w:tc>
        <w:tc>
          <w:tcPr>
            <w:tcW w:w="2024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hAnsi="宋体"/>
                <w:bCs/>
                <w:sz w:val="24"/>
              </w:rPr>
            </w:pPr>
            <w:r w:rsidRPr="00F964BB">
              <w:rPr>
                <w:rFonts w:ascii="宋体" w:hAnsi="宋体" w:hint="eastAsia"/>
                <w:bCs/>
                <w:sz w:val="24"/>
              </w:rPr>
              <w:t>能动</w:t>
            </w:r>
            <w:r w:rsidRPr="00F964BB">
              <w:rPr>
                <w:rFonts w:ascii="宋体" w:hAnsi="宋体"/>
                <w:bCs/>
                <w:sz w:val="24"/>
              </w:rPr>
              <w:t>17-1</w:t>
            </w:r>
          </w:p>
        </w:tc>
        <w:tc>
          <w:tcPr>
            <w:tcW w:w="1874" w:type="dxa"/>
            <w:vMerge w:val="restart"/>
            <w:vAlign w:val="center"/>
          </w:tcPr>
          <w:p w:rsidR="00097FFD" w:rsidRPr="00AF16DE" w:rsidRDefault="00097FFD" w:rsidP="00103A1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翠五教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203</w:t>
            </w:r>
          </w:p>
        </w:tc>
      </w:tr>
      <w:tr w:rsidR="00097FFD" w:rsidRPr="001C410D" w:rsidTr="00345FE1">
        <w:trPr>
          <w:trHeight w:val="367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13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5300013B--002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hAnsi="宋体"/>
                <w:bCs/>
                <w:sz w:val="24"/>
              </w:rPr>
            </w:pPr>
            <w:r w:rsidRPr="00F964BB">
              <w:rPr>
                <w:rFonts w:ascii="宋体" w:hAnsi="宋体" w:hint="eastAsia"/>
                <w:bCs/>
                <w:sz w:val="24"/>
              </w:rPr>
              <w:t>能动</w:t>
            </w:r>
            <w:r w:rsidRPr="00F964BB">
              <w:rPr>
                <w:rFonts w:ascii="宋体" w:hAnsi="宋体"/>
                <w:bCs/>
                <w:sz w:val="24"/>
              </w:rPr>
              <w:t>17-2</w:t>
            </w:r>
          </w:p>
        </w:tc>
        <w:tc>
          <w:tcPr>
            <w:tcW w:w="1874" w:type="dxa"/>
            <w:vMerge/>
            <w:vAlign w:val="center"/>
          </w:tcPr>
          <w:p w:rsidR="00097FFD" w:rsidRPr="00AF16DE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97FFD" w:rsidRPr="001C410D" w:rsidTr="00345FE1">
        <w:trPr>
          <w:trHeight w:val="367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14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5300013B--004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hAnsi="宋体"/>
                <w:bCs/>
                <w:sz w:val="24"/>
              </w:rPr>
            </w:pPr>
            <w:r w:rsidRPr="00F964BB">
              <w:rPr>
                <w:rFonts w:ascii="宋体" w:hAnsi="宋体" w:hint="eastAsia"/>
                <w:bCs/>
                <w:sz w:val="24"/>
              </w:rPr>
              <w:t>车辆</w:t>
            </w:r>
            <w:r w:rsidRPr="00F964BB">
              <w:rPr>
                <w:rFonts w:ascii="宋体" w:hAnsi="宋体"/>
                <w:bCs/>
                <w:sz w:val="24"/>
              </w:rPr>
              <w:t>17-1</w:t>
            </w:r>
          </w:p>
        </w:tc>
        <w:tc>
          <w:tcPr>
            <w:tcW w:w="1874" w:type="dxa"/>
            <w:vMerge w:val="restart"/>
            <w:vAlign w:val="center"/>
          </w:tcPr>
          <w:p w:rsidR="00097FFD" w:rsidRPr="00AF16DE" w:rsidRDefault="00097FFD" w:rsidP="00103A1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翠五教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204</w:t>
            </w:r>
          </w:p>
        </w:tc>
      </w:tr>
      <w:tr w:rsidR="00097FFD" w:rsidRPr="001C410D" w:rsidTr="00345FE1">
        <w:trPr>
          <w:trHeight w:val="367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15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370E42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hAnsi="宋体"/>
                <w:bCs/>
                <w:sz w:val="24"/>
              </w:rPr>
            </w:pPr>
            <w:r w:rsidRPr="00F964BB">
              <w:rPr>
                <w:rFonts w:ascii="宋体" w:hAnsi="宋体" w:hint="eastAsia"/>
                <w:bCs/>
                <w:sz w:val="24"/>
              </w:rPr>
              <w:t>车辆</w:t>
            </w:r>
            <w:r w:rsidRPr="00F964BB">
              <w:rPr>
                <w:rFonts w:ascii="宋体" w:hAnsi="宋体"/>
                <w:bCs/>
                <w:sz w:val="24"/>
              </w:rPr>
              <w:t>17-2</w:t>
            </w:r>
          </w:p>
        </w:tc>
        <w:tc>
          <w:tcPr>
            <w:tcW w:w="1874" w:type="dxa"/>
            <w:vMerge/>
            <w:vAlign w:val="center"/>
          </w:tcPr>
          <w:p w:rsidR="00097FFD" w:rsidRPr="00AF16DE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97FFD" w:rsidRPr="001C410D" w:rsidTr="00345FE1">
        <w:trPr>
          <w:trHeight w:val="367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16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370E42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hAnsi="宋体"/>
                <w:bCs/>
                <w:sz w:val="24"/>
              </w:rPr>
            </w:pPr>
            <w:r w:rsidRPr="00F964BB">
              <w:rPr>
                <w:rFonts w:ascii="宋体" w:hAnsi="宋体" w:hint="eastAsia"/>
                <w:bCs/>
                <w:sz w:val="24"/>
              </w:rPr>
              <w:t>车辆</w:t>
            </w:r>
            <w:r w:rsidRPr="00F964BB">
              <w:rPr>
                <w:rFonts w:ascii="宋体" w:hAnsi="宋体"/>
                <w:bCs/>
                <w:sz w:val="24"/>
              </w:rPr>
              <w:t>17-3</w:t>
            </w:r>
          </w:p>
        </w:tc>
        <w:tc>
          <w:tcPr>
            <w:tcW w:w="1874" w:type="dxa"/>
            <w:vMerge w:val="restart"/>
            <w:vAlign w:val="center"/>
          </w:tcPr>
          <w:p w:rsidR="00097FFD" w:rsidRPr="00AF16DE" w:rsidRDefault="00097FFD" w:rsidP="00103A1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翠五教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301</w:t>
            </w:r>
          </w:p>
        </w:tc>
      </w:tr>
      <w:tr w:rsidR="00097FFD" w:rsidRPr="001C410D" w:rsidTr="00345FE1">
        <w:trPr>
          <w:trHeight w:val="367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370E42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hAnsi="宋体"/>
                <w:bCs/>
                <w:sz w:val="24"/>
              </w:rPr>
            </w:pPr>
            <w:r w:rsidRPr="00F964BB">
              <w:rPr>
                <w:rFonts w:ascii="宋体" w:hAnsi="宋体" w:hint="eastAsia"/>
                <w:bCs/>
                <w:sz w:val="24"/>
              </w:rPr>
              <w:t>车辆</w:t>
            </w:r>
            <w:r w:rsidRPr="00F964BB">
              <w:rPr>
                <w:rFonts w:ascii="宋体" w:hAnsi="宋体"/>
                <w:bCs/>
                <w:sz w:val="24"/>
              </w:rPr>
              <w:t>17-4</w:t>
            </w:r>
          </w:p>
        </w:tc>
        <w:tc>
          <w:tcPr>
            <w:tcW w:w="1874" w:type="dxa"/>
            <w:vMerge/>
            <w:vAlign w:val="center"/>
          </w:tcPr>
          <w:p w:rsidR="00097FFD" w:rsidRPr="00AF16DE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 w:rsidR="00097FFD" w:rsidRPr="001C410D" w:rsidTr="00345FE1">
        <w:trPr>
          <w:trHeight w:val="367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18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370E42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hAnsi="宋体"/>
                <w:bCs/>
                <w:sz w:val="24"/>
              </w:rPr>
            </w:pPr>
            <w:r w:rsidRPr="00F964BB">
              <w:rPr>
                <w:rFonts w:ascii="宋体" w:hAnsi="宋体" w:hint="eastAsia"/>
                <w:bCs/>
                <w:sz w:val="24"/>
              </w:rPr>
              <w:t>车辆</w:t>
            </w:r>
            <w:r w:rsidRPr="00F964BB">
              <w:rPr>
                <w:rFonts w:ascii="宋体" w:hAnsi="宋体"/>
                <w:bCs/>
                <w:sz w:val="24"/>
              </w:rPr>
              <w:t>17-5</w:t>
            </w:r>
          </w:p>
        </w:tc>
        <w:tc>
          <w:tcPr>
            <w:tcW w:w="1874" w:type="dxa"/>
            <w:vMerge w:val="restart"/>
            <w:vAlign w:val="center"/>
          </w:tcPr>
          <w:p w:rsidR="00097FFD" w:rsidRPr="00AF16DE" w:rsidRDefault="00097FFD" w:rsidP="00103A1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翠五教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303</w:t>
            </w:r>
          </w:p>
        </w:tc>
      </w:tr>
      <w:tr w:rsidR="00097FFD" w:rsidRPr="001C410D" w:rsidTr="00345FE1">
        <w:trPr>
          <w:trHeight w:val="357"/>
          <w:jc w:val="center"/>
        </w:trPr>
        <w:tc>
          <w:tcPr>
            <w:tcW w:w="457" w:type="dxa"/>
            <w:vMerge/>
            <w:vAlign w:val="center"/>
          </w:tcPr>
          <w:p w:rsidR="00097FFD" w:rsidRPr="001C410D" w:rsidRDefault="00097FFD" w:rsidP="001C410D">
            <w:pPr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24" w:type="dxa"/>
          </w:tcPr>
          <w:p w:rsidR="00097FFD" w:rsidRPr="00E36384" w:rsidRDefault="00097FFD" w:rsidP="001C410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19</w:t>
            </w:r>
          </w:p>
        </w:tc>
        <w:tc>
          <w:tcPr>
            <w:tcW w:w="1776" w:type="dxa"/>
            <w:vAlign w:val="bottom"/>
          </w:tcPr>
          <w:p w:rsidR="00097FFD" w:rsidRPr="00E36384" w:rsidRDefault="00097FFD" w:rsidP="00370E42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5300013B--00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121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024" w:type="dxa"/>
            <w:vAlign w:val="center"/>
          </w:tcPr>
          <w:p w:rsidR="00097FFD" w:rsidRPr="00F964BB" w:rsidRDefault="00097FFD">
            <w:pPr>
              <w:jc w:val="center"/>
              <w:rPr>
                <w:rFonts w:ascii="宋体"/>
                <w:bCs/>
                <w:sz w:val="24"/>
              </w:rPr>
            </w:pPr>
            <w:r w:rsidRPr="00F964BB">
              <w:rPr>
                <w:rFonts w:ascii="宋体" w:hAnsi="宋体" w:hint="eastAsia"/>
                <w:bCs/>
                <w:sz w:val="24"/>
              </w:rPr>
              <w:t>车辆实验班</w:t>
            </w:r>
          </w:p>
        </w:tc>
        <w:tc>
          <w:tcPr>
            <w:tcW w:w="1874" w:type="dxa"/>
            <w:vMerge/>
            <w:vAlign w:val="center"/>
          </w:tcPr>
          <w:p w:rsidR="00097FFD" w:rsidRPr="00AF16DE" w:rsidRDefault="00097FFD" w:rsidP="001C410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</w:tbl>
    <w:p w:rsidR="00097FFD" w:rsidRDefault="00097FFD" w:rsidP="00336B96">
      <w:pPr>
        <w:spacing w:line="360" w:lineRule="auto"/>
        <w:rPr>
          <w:sz w:val="24"/>
        </w:rPr>
      </w:pPr>
    </w:p>
    <w:p w:rsidR="00097FFD" w:rsidRDefault="00097FFD" w:rsidP="00336B96">
      <w:pPr>
        <w:spacing w:line="360" w:lineRule="auto"/>
        <w:rPr>
          <w:sz w:val="24"/>
        </w:rPr>
      </w:pPr>
    </w:p>
    <w:p w:rsidR="00097FFD" w:rsidRDefault="00097FFD" w:rsidP="00336B96">
      <w:pPr>
        <w:spacing w:line="360" w:lineRule="auto"/>
        <w:rPr>
          <w:sz w:val="24"/>
        </w:rPr>
      </w:pPr>
    </w:p>
    <w:p w:rsidR="00097FFD" w:rsidRDefault="00097FFD" w:rsidP="00336B96">
      <w:pPr>
        <w:spacing w:line="360" w:lineRule="auto"/>
        <w:rPr>
          <w:sz w:val="24"/>
        </w:rPr>
      </w:pPr>
    </w:p>
    <w:p w:rsidR="00097FFD" w:rsidRDefault="00097FFD" w:rsidP="00336B96">
      <w:pPr>
        <w:spacing w:line="360" w:lineRule="auto"/>
        <w:rPr>
          <w:sz w:val="24"/>
        </w:rPr>
      </w:pPr>
    </w:p>
    <w:tbl>
      <w:tblPr>
        <w:tblW w:w="870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91"/>
        <w:gridCol w:w="1776"/>
        <w:gridCol w:w="1294"/>
        <w:gridCol w:w="2335"/>
        <w:gridCol w:w="1469"/>
      </w:tblGrid>
      <w:tr w:rsidR="00097FFD" w:rsidRPr="001C410D" w:rsidTr="00345FE1">
        <w:trPr>
          <w:trHeight w:val="609"/>
          <w:jc w:val="center"/>
        </w:trPr>
        <w:tc>
          <w:tcPr>
            <w:tcW w:w="542" w:type="dxa"/>
            <w:vMerge w:val="restart"/>
            <w:vAlign w:val="center"/>
          </w:tcPr>
          <w:p w:rsidR="00097FFD" w:rsidRPr="001C410D" w:rsidRDefault="00097FFD" w:rsidP="008E520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color w:val="000000"/>
                <w:kern w:val="0"/>
                <w:sz w:val="24"/>
              </w:rPr>
              <w:t>工程训练</w:t>
            </w:r>
            <w:r w:rsidRPr="001C410D">
              <w:rPr>
                <w:color w:val="000000"/>
                <w:kern w:val="0"/>
                <w:sz w:val="24"/>
              </w:rPr>
              <w:t>B</w:t>
            </w:r>
          </w:p>
        </w:tc>
        <w:tc>
          <w:tcPr>
            <w:tcW w:w="1291" w:type="dxa"/>
            <w:vAlign w:val="center"/>
          </w:tcPr>
          <w:p w:rsidR="00097FFD" w:rsidRPr="001C410D" w:rsidRDefault="00097FFD" w:rsidP="00345FE1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76" w:type="dxa"/>
            <w:vAlign w:val="center"/>
          </w:tcPr>
          <w:p w:rsidR="00097FFD" w:rsidRPr="001C410D" w:rsidRDefault="00097FFD" w:rsidP="00345FE1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教学班号</w:t>
            </w:r>
          </w:p>
        </w:tc>
        <w:tc>
          <w:tcPr>
            <w:tcW w:w="1294" w:type="dxa"/>
            <w:vAlign w:val="center"/>
          </w:tcPr>
          <w:p w:rsidR="00097FFD" w:rsidRPr="001C410D" w:rsidRDefault="00097FFD" w:rsidP="00345FE1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监考学院</w:t>
            </w:r>
          </w:p>
        </w:tc>
        <w:tc>
          <w:tcPr>
            <w:tcW w:w="2335" w:type="dxa"/>
            <w:vAlign w:val="center"/>
          </w:tcPr>
          <w:p w:rsidR="00097FFD" w:rsidRPr="001C410D" w:rsidRDefault="00097FFD" w:rsidP="00345FE1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专业班级</w:t>
            </w:r>
          </w:p>
        </w:tc>
        <w:tc>
          <w:tcPr>
            <w:tcW w:w="1469" w:type="dxa"/>
            <w:vAlign w:val="center"/>
          </w:tcPr>
          <w:p w:rsidR="00097FFD" w:rsidRPr="001C410D" w:rsidRDefault="00097FFD" w:rsidP="00345FE1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教室安排</w:t>
            </w:r>
          </w:p>
        </w:tc>
      </w:tr>
      <w:tr w:rsidR="00097FFD" w:rsidRPr="001C410D" w:rsidTr="00345FE1">
        <w:trPr>
          <w:trHeight w:val="444"/>
          <w:jc w:val="center"/>
        </w:trPr>
        <w:tc>
          <w:tcPr>
            <w:tcW w:w="54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</w:tcPr>
          <w:p w:rsidR="00097FFD" w:rsidRDefault="00097FFD" w:rsidP="00336B96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776" w:type="dxa"/>
            <w:vAlign w:val="center"/>
          </w:tcPr>
          <w:p w:rsidR="00097FFD" w:rsidRPr="00E36384" w:rsidRDefault="00097FFD" w:rsidP="00336B96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7348D6">
              <w:rPr>
                <w:rFonts w:ascii="宋体" w:hAnsi="宋体" w:cs="宋体"/>
                <w:color w:val="000000"/>
                <w:kern w:val="0"/>
                <w:sz w:val="24"/>
              </w:rPr>
              <w:t>5300023B--001</w:t>
            </w:r>
          </w:p>
        </w:tc>
        <w:tc>
          <w:tcPr>
            <w:tcW w:w="1294" w:type="dxa"/>
            <w:vMerge w:val="restart"/>
            <w:vAlign w:val="center"/>
          </w:tcPr>
          <w:p w:rsidR="00097FFD" w:rsidRPr="001C410D" w:rsidRDefault="00097FFD" w:rsidP="00336B9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机械学院</w:t>
            </w:r>
          </w:p>
        </w:tc>
        <w:tc>
          <w:tcPr>
            <w:tcW w:w="2335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工业工</w:t>
            </w:r>
            <w:r w:rsidRPr="00F964BB">
              <w:rPr>
                <w:rFonts w:ascii="宋体" w:hAnsi="宋体" w:cs="宋体"/>
                <w:color w:val="000000"/>
                <w:kern w:val="0"/>
                <w:sz w:val="24"/>
              </w:rPr>
              <w:t>17-1</w:t>
            </w:r>
          </w:p>
        </w:tc>
        <w:tc>
          <w:tcPr>
            <w:tcW w:w="1469" w:type="dxa"/>
            <w:vMerge w:val="restart"/>
            <w:vAlign w:val="center"/>
          </w:tcPr>
          <w:p w:rsidR="00097FFD" w:rsidRPr="00AF16DE" w:rsidRDefault="00097FFD" w:rsidP="009760F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翠七教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101</w:t>
            </w:r>
          </w:p>
        </w:tc>
      </w:tr>
      <w:tr w:rsidR="00097FFD" w:rsidRPr="001C410D" w:rsidTr="00345FE1">
        <w:trPr>
          <w:trHeight w:val="444"/>
          <w:jc w:val="center"/>
        </w:trPr>
        <w:tc>
          <w:tcPr>
            <w:tcW w:w="54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</w:tcPr>
          <w:p w:rsidR="00097FFD" w:rsidRDefault="00097FFD" w:rsidP="00336B9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097FFD" w:rsidRPr="00E36384" w:rsidRDefault="00097FFD" w:rsidP="00336B9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7348D6">
              <w:rPr>
                <w:rFonts w:ascii="宋体" w:hAnsi="宋体" w:cs="宋体"/>
                <w:color w:val="000000"/>
                <w:kern w:val="0"/>
                <w:sz w:val="24"/>
              </w:rPr>
              <w:t>5300023B--002</w:t>
            </w:r>
          </w:p>
        </w:tc>
        <w:tc>
          <w:tcPr>
            <w:tcW w:w="1294" w:type="dxa"/>
            <w:vMerge/>
            <w:vAlign w:val="center"/>
          </w:tcPr>
          <w:p w:rsidR="00097FFD" w:rsidRPr="001C410D" w:rsidRDefault="00097FFD" w:rsidP="00336B9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工业工</w:t>
            </w:r>
            <w:r w:rsidRPr="00F964BB">
              <w:rPr>
                <w:rFonts w:ascii="宋体" w:hAnsi="宋体" w:cs="宋体"/>
                <w:color w:val="000000"/>
                <w:kern w:val="0"/>
                <w:sz w:val="24"/>
              </w:rPr>
              <w:t>17-2</w:t>
            </w:r>
          </w:p>
        </w:tc>
        <w:tc>
          <w:tcPr>
            <w:tcW w:w="1469" w:type="dxa"/>
            <w:vMerge/>
            <w:vAlign w:val="center"/>
          </w:tcPr>
          <w:p w:rsidR="00097FFD" w:rsidRPr="00AF16DE" w:rsidRDefault="00097FFD" w:rsidP="00336B96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097FFD" w:rsidRPr="001C410D" w:rsidTr="00345FE1">
        <w:trPr>
          <w:trHeight w:val="444"/>
          <w:jc w:val="center"/>
        </w:trPr>
        <w:tc>
          <w:tcPr>
            <w:tcW w:w="542" w:type="dxa"/>
            <w:vMerge/>
            <w:vAlign w:val="center"/>
          </w:tcPr>
          <w:p w:rsidR="00097FFD" w:rsidRPr="001C410D" w:rsidRDefault="00097FFD" w:rsidP="001C410D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</w:tcPr>
          <w:p w:rsidR="00097FFD" w:rsidRDefault="00097FFD" w:rsidP="00336B9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776" w:type="dxa"/>
            <w:vAlign w:val="center"/>
          </w:tcPr>
          <w:p w:rsidR="00097FFD" w:rsidRDefault="00097FFD" w:rsidP="00336B96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5300023B--006</w:t>
            </w:r>
          </w:p>
        </w:tc>
        <w:tc>
          <w:tcPr>
            <w:tcW w:w="1294" w:type="dxa"/>
            <w:vMerge/>
            <w:vAlign w:val="center"/>
          </w:tcPr>
          <w:p w:rsidR="00097FFD" w:rsidRPr="001C410D" w:rsidRDefault="00097FFD" w:rsidP="00336B96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机设创新实验班</w:t>
            </w:r>
          </w:p>
        </w:tc>
        <w:tc>
          <w:tcPr>
            <w:tcW w:w="1469" w:type="dxa"/>
            <w:vAlign w:val="center"/>
          </w:tcPr>
          <w:p w:rsidR="00097FFD" w:rsidRPr="00AF16DE" w:rsidRDefault="00097FFD" w:rsidP="009760F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翠七教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102</w:t>
            </w:r>
          </w:p>
        </w:tc>
      </w:tr>
      <w:tr w:rsidR="00097FFD" w:rsidRPr="001C410D" w:rsidTr="00345FE1">
        <w:trPr>
          <w:trHeight w:val="444"/>
          <w:jc w:val="center"/>
        </w:trPr>
        <w:tc>
          <w:tcPr>
            <w:tcW w:w="542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</w:tcPr>
          <w:p w:rsidR="00097FFD" w:rsidRPr="00E36384" w:rsidRDefault="00097FFD" w:rsidP="004A765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776" w:type="dxa"/>
            <w:vAlign w:val="center"/>
          </w:tcPr>
          <w:p w:rsidR="00097FFD" w:rsidRPr="00E36384" w:rsidRDefault="00097FFD" w:rsidP="004A765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5300023B--001</w:t>
            </w:r>
          </w:p>
        </w:tc>
        <w:tc>
          <w:tcPr>
            <w:tcW w:w="1294" w:type="dxa"/>
            <w:vMerge w:val="restart"/>
            <w:vAlign w:val="center"/>
          </w:tcPr>
          <w:p w:rsidR="00097FFD" w:rsidRPr="001C410D" w:rsidRDefault="00097FFD" w:rsidP="00F964BB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1C410D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材料科学与工程</w:t>
            </w:r>
          </w:p>
        </w:tc>
        <w:tc>
          <w:tcPr>
            <w:tcW w:w="2335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金属材</w:t>
            </w:r>
            <w:r w:rsidRPr="00F964BB">
              <w:rPr>
                <w:rFonts w:ascii="宋体" w:hAnsi="宋体" w:cs="宋体"/>
                <w:color w:val="000000"/>
                <w:kern w:val="0"/>
                <w:sz w:val="24"/>
              </w:rPr>
              <w:t>17-1</w:t>
            </w: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班</w:t>
            </w:r>
          </w:p>
        </w:tc>
        <w:tc>
          <w:tcPr>
            <w:tcW w:w="1469" w:type="dxa"/>
            <w:vMerge w:val="restart"/>
            <w:vAlign w:val="center"/>
          </w:tcPr>
          <w:p w:rsidR="00097FFD" w:rsidRPr="00AF16DE" w:rsidRDefault="00097FFD" w:rsidP="009760F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翠七教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104</w:t>
            </w:r>
          </w:p>
        </w:tc>
      </w:tr>
      <w:tr w:rsidR="00097FFD" w:rsidRPr="001C410D" w:rsidTr="00345FE1">
        <w:trPr>
          <w:trHeight w:val="444"/>
          <w:jc w:val="center"/>
        </w:trPr>
        <w:tc>
          <w:tcPr>
            <w:tcW w:w="542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</w:tcPr>
          <w:p w:rsidR="00097FFD" w:rsidRPr="00E36384" w:rsidRDefault="00097FFD" w:rsidP="004A765B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776" w:type="dxa"/>
            <w:vAlign w:val="center"/>
          </w:tcPr>
          <w:p w:rsidR="00097FFD" w:rsidRPr="00E36384" w:rsidRDefault="00097FFD" w:rsidP="00A57B7B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5300023B--00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294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金属材</w:t>
            </w:r>
            <w:r w:rsidRPr="00F964BB">
              <w:rPr>
                <w:rFonts w:ascii="宋体" w:hAnsi="宋体" w:cs="宋体"/>
                <w:color w:val="000000"/>
                <w:kern w:val="0"/>
                <w:sz w:val="24"/>
              </w:rPr>
              <w:t>17-2</w:t>
            </w: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班</w:t>
            </w:r>
          </w:p>
        </w:tc>
        <w:tc>
          <w:tcPr>
            <w:tcW w:w="1469" w:type="dxa"/>
            <w:vMerge/>
            <w:vAlign w:val="center"/>
          </w:tcPr>
          <w:p w:rsidR="00097FFD" w:rsidRPr="00AF16DE" w:rsidRDefault="00097FFD" w:rsidP="001F0701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097FFD" w:rsidRPr="001C410D" w:rsidTr="00345FE1">
        <w:trPr>
          <w:trHeight w:val="444"/>
          <w:jc w:val="center"/>
        </w:trPr>
        <w:tc>
          <w:tcPr>
            <w:tcW w:w="542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</w:tcPr>
          <w:p w:rsidR="00097FFD" w:rsidRPr="00E36384" w:rsidRDefault="00097FFD" w:rsidP="004A765B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776" w:type="dxa"/>
            <w:vAlign w:val="center"/>
          </w:tcPr>
          <w:p w:rsidR="00097FFD" w:rsidRPr="00E36384" w:rsidRDefault="00097FFD" w:rsidP="00A57B7B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5300023B--00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294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金属材</w:t>
            </w:r>
            <w:r w:rsidRPr="00F964BB">
              <w:rPr>
                <w:rFonts w:ascii="宋体" w:hAnsi="宋体" w:cs="宋体"/>
                <w:color w:val="000000"/>
                <w:kern w:val="0"/>
                <w:sz w:val="24"/>
              </w:rPr>
              <w:t>17-3</w:t>
            </w: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班</w:t>
            </w:r>
          </w:p>
        </w:tc>
        <w:tc>
          <w:tcPr>
            <w:tcW w:w="1469" w:type="dxa"/>
            <w:vMerge w:val="restart"/>
            <w:vAlign w:val="center"/>
          </w:tcPr>
          <w:p w:rsidR="00097FFD" w:rsidRPr="00AF16DE" w:rsidRDefault="00097FFD" w:rsidP="009760F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翠七教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106</w:t>
            </w:r>
          </w:p>
        </w:tc>
      </w:tr>
      <w:tr w:rsidR="00097FFD" w:rsidRPr="001C410D" w:rsidTr="00345FE1">
        <w:trPr>
          <w:trHeight w:val="444"/>
          <w:jc w:val="center"/>
        </w:trPr>
        <w:tc>
          <w:tcPr>
            <w:tcW w:w="542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</w:tcPr>
          <w:p w:rsidR="00097FFD" w:rsidRDefault="00097FFD" w:rsidP="001F0701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776" w:type="dxa"/>
            <w:vAlign w:val="center"/>
          </w:tcPr>
          <w:p w:rsidR="00097FFD" w:rsidRPr="00E36384" w:rsidRDefault="00097FFD" w:rsidP="001F0701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5300023B--007</w:t>
            </w:r>
          </w:p>
        </w:tc>
        <w:tc>
          <w:tcPr>
            <w:tcW w:w="1294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无机非</w:t>
            </w:r>
            <w:r w:rsidRPr="00F964BB">
              <w:rPr>
                <w:rFonts w:ascii="宋体" w:hAnsi="宋体" w:cs="宋体"/>
                <w:color w:val="000000"/>
                <w:kern w:val="0"/>
                <w:sz w:val="24"/>
              </w:rPr>
              <w:t>17-1</w:t>
            </w: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班</w:t>
            </w:r>
          </w:p>
        </w:tc>
        <w:tc>
          <w:tcPr>
            <w:tcW w:w="1469" w:type="dxa"/>
            <w:vMerge/>
            <w:vAlign w:val="center"/>
          </w:tcPr>
          <w:p w:rsidR="00097FFD" w:rsidRPr="00AF16DE" w:rsidRDefault="00097FFD" w:rsidP="001F0701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097FFD" w:rsidRPr="001C410D" w:rsidTr="00345FE1">
        <w:trPr>
          <w:trHeight w:val="444"/>
          <w:jc w:val="center"/>
        </w:trPr>
        <w:tc>
          <w:tcPr>
            <w:tcW w:w="542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</w:tcPr>
          <w:p w:rsidR="00097FFD" w:rsidRDefault="00097FFD" w:rsidP="001F0701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776" w:type="dxa"/>
            <w:vAlign w:val="center"/>
          </w:tcPr>
          <w:p w:rsidR="00097FFD" w:rsidRPr="00E36384" w:rsidRDefault="00097FFD" w:rsidP="001F0701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5300023B--008</w:t>
            </w:r>
          </w:p>
        </w:tc>
        <w:tc>
          <w:tcPr>
            <w:tcW w:w="1294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材料成型</w:t>
            </w:r>
            <w:r w:rsidRPr="00F964BB">
              <w:rPr>
                <w:rFonts w:ascii="宋体" w:hAnsi="宋体" w:cs="宋体"/>
                <w:color w:val="000000"/>
                <w:kern w:val="0"/>
                <w:sz w:val="24"/>
              </w:rPr>
              <w:t>17-1</w:t>
            </w: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班</w:t>
            </w:r>
          </w:p>
        </w:tc>
        <w:tc>
          <w:tcPr>
            <w:tcW w:w="1469" w:type="dxa"/>
            <w:vMerge w:val="restart"/>
            <w:vAlign w:val="center"/>
          </w:tcPr>
          <w:p w:rsidR="00097FFD" w:rsidRPr="00AF16DE" w:rsidRDefault="00097FFD" w:rsidP="009760FD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翠七教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201</w:t>
            </w:r>
          </w:p>
        </w:tc>
      </w:tr>
      <w:tr w:rsidR="00097FFD" w:rsidRPr="001C410D" w:rsidTr="00345FE1">
        <w:trPr>
          <w:trHeight w:val="444"/>
          <w:jc w:val="center"/>
        </w:trPr>
        <w:tc>
          <w:tcPr>
            <w:tcW w:w="542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</w:tcPr>
          <w:p w:rsidR="00097FFD" w:rsidRDefault="00097FFD" w:rsidP="001F0701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1776" w:type="dxa"/>
            <w:vAlign w:val="center"/>
          </w:tcPr>
          <w:p w:rsidR="00097FFD" w:rsidRPr="00E36384" w:rsidRDefault="00097FFD" w:rsidP="00A57B7B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5300023B--00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1294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材料成型</w:t>
            </w:r>
            <w:r w:rsidRPr="00F964BB">
              <w:rPr>
                <w:rFonts w:ascii="宋体" w:hAnsi="宋体" w:cs="宋体"/>
                <w:color w:val="000000"/>
                <w:kern w:val="0"/>
                <w:sz w:val="24"/>
              </w:rPr>
              <w:t>17-2</w:t>
            </w: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班</w:t>
            </w:r>
          </w:p>
        </w:tc>
        <w:tc>
          <w:tcPr>
            <w:tcW w:w="1469" w:type="dxa"/>
            <w:vMerge/>
            <w:vAlign w:val="center"/>
          </w:tcPr>
          <w:p w:rsidR="00097FFD" w:rsidRPr="00AF16DE" w:rsidRDefault="00097FFD" w:rsidP="001F0701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097FFD" w:rsidRPr="001C410D" w:rsidTr="00345FE1">
        <w:trPr>
          <w:trHeight w:val="444"/>
          <w:jc w:val="center"/>
        </w:trPr>
        <w:tc>
          <w:tcPr>
            <w:tcW w:w="542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</w:tcPr>
          <w:p w:rsidR="00097FFD" w:rsidRDefault="00097FFD" w:rsidP="001F0701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776" w:type="dxa"/>
            <w:vAlign w:val="center"/>
          </w:tcPr>
          <w:p w:rsidR="00097FFD" w:rsidRPr="00E36384" w:rsidRDefault="00097FFD" w:rsidP="00A57B7B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5300023B--0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94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材料成型</w:t>
            </w:r>
            <w:r w:rsidRPr="00F964BB">
              <w:rPr>
                <w:rFonts w:ascii="宋体" w:hAnsi="宋体" w:cs="宋体"/>
                <w:color w:val="000000"/>
                <w:kern w:val="0"/>
                <w:sz w:val="24"/>
              </w:rPr>
              <w:t>17-3</w:t>
            </w: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班</w:t>
            </w:r>
          </w:p>
        </w:tc>
        <w:tc>
          <w:tcPr>
            <w:tcW w:w="1469" w:type="dxa"/>
            <w:vMerge w:val="restart"/>
            <w:vAlign w:val="center"/>
          </w:tcPr>
          <w:p w:rsidR="00097FFD" w:rsidRPr="00AF16DE" w:rsidRDefault="00097FFD" w:rsidP="009760FD">
            <w:pPr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翠七教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202</w:t>
            </w:r>
          </w:p>
        </w:tc>
      </w:tr>
      <w:tr w:rsidR="00097FFD" w:rsidRPr="001C410D" w:rsidTr="00345FE1">
        <w:trPr>
          <w:trHeight w:val="444"/>
          <w:jc w:val="center"/>
        </w:trPr>
        <w:tc>
          <w:tcPr>
            <w:tcW w:w="542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</w:tcPr>
          <w:p w:rsidR="00097FFD" w:rsidRDefault="00097FFD" w:rsidP="001F0701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1776" w:type="dxa"/>
            <w:vAlign w:val="center"/>
          </w:tcPr>
          <w:p w:rsidR="00097FFD" w:rsidRPr="00E36384" w:rsidRDefault="00097FFD" w:rsidP="00A57B7B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5300023B--0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1294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粉体材料科学与工程</w:t>
            </w:r>
            <w:r w:rsidRPr="00F964BB">
              <w:rPr>
                <w:rFonts w:ascii="宋体" w:hAnsi="宋体" w:cs="宋体"/>
                <w:color w:val="000000"/>
                <w:kern w:val="0"/>
                <w:sz w:val="24"/>
              </w:rPr>
              <w:t>17-1</w:t>
            </w: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班</w:t>
            </w:r>
          </w:p>
        </w:tc>
        <w:tc>
          <w:tcPr>
            <w:tcW w:w="1469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center"/>
              <w:rPr>
                <w:rFonts w:ascii="宋体" w:cs="宋体"/>
                <w:color w:val="FF0000"/>
                <w:kern w:val="0"/>
                <w:szCs w:val="21"/>
              </w:rPr>
            </w:pPr>
          </w:p>
        </w:tc>
      </w:tr>
      <w:tr w:rsidR="00097FFD" w:rsidRPr="001C410D" w:rsidTr="00345FE1">
        <w:trPr>
          <w:trHeight w:val="444"/>
          <w:jc w:val="center"/>
        </w:trPr>
        <w:tc>
          <w:tcPr>
            <w:tcW w:w="542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</w:tcPr>
          <w:p w:rsidR="00097FFD" w:rsidRDefault="00097FFD" w:rsidP="001F0701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1776" w:type="dxa"/>
            <w:vAlign w:val="center"/>
          </w:tcPr>
          <w:p w:rsidR="00097FFD" w:rsidRPr="00E36384" w:rsidRDefault="00097FFD" w:rsidP="00A57B7B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5300023B--00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94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2335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金属材料创新实验班</w:t>
            </w:r>
          </w:p>
        </w:tc>
        <w:tc>
          <w:tcPr>
            <w:tcW w:w="1469" w:type="dxa"/>
            <w:vAlign w:val="center"/>
          </w:tcPr>
          <w:p w:rsidR="00097FFD" w:rsidRPr="001C410D" w:rsidRDefault="00097FFD" w:rsidP="009760FD">
            <w:pPr>
              <w:widowControl/>
              <w:jc w:val="center"/>
              <w:rPr>
                <w:rFonts w:ascii="宋体" w:cs="宋体"/>
                <w:color w:val="FF0000"/>
                <w:kern w:val="0"/>
                <w:szCs w:val="21"/>
              </w:rPr>
            </w:pPr>
            <w:bookmarkStart w:id="2" w:name="OLE_LINK3"/>
            <w:bookmarkStart w:id="3" w:name="OLE_LINK4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翠七教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204</w:t>
            </w:r>
            <w:bookmarkEnd w:id="2"/>
            <w:bookmarkEnd w:id="3"/>
          </w:p>
        </w:tc>
      </w:tr>
      <w:tr w:rsidR="00097FFD" w:rsidRPr="001C410D" w:rsidTr="00345FE1">
        <w:trPr>
          <w:trHeight w:val="444"/>
          <w:jc w:val="center"/>
        </w:trPr>
        <w:tc>
          <w:tcPr>
            <w:tcW w:w="542" w:type="dxa"/>
            <w:vMerge/>
            <w:vAlign w:val="center"/>
          </w:tcPr>
          <w:p w:rsidR="00097FFD" w:rsidRPr="001C410D" w:rsidRDefault="00097FFD" w:rsidP="001F0701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</w:tcPr>
          <w:p w:rsidR="00097FFD" w:rsidRDefault="00097FFD" w:rsidP="001F0701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13</w:t>
            </w:r>
          </w:p>
        </w:tc>
        <w:tc>
          <w:tcPr>
            <w:tcW w:w="1776" w:type="dxa"/>
            <w:vAlign w:val="center"/>
          </w:tcPr>
          <w:p w:rsidR="00097FFD" w:rsidRPr="00E36384" w:rsidRDefault="00097FFD" w:rsidP="001F0701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57B7B">
              <w:rPr>
                <w:rFonts w:ascii="宋体" w:hAnsi="宋体" w:cs="宋体"/>
                <w:color w:val="000000"/>
                <w:kern w:val="0"/>
                <w:sz w:val="24"/>
              </w:rPr>
              <w:t>5300023B--004</w:t>
            </w:r>
          </w:p>
        </w:tc>
        <w:tc>
          <w:tcPr>
            <w:tcW w:w="1294" w:type="dxa"/>
            <w:vAlign w:val="center"/>
          </w:tcPr>
          <w:p w:rsidR="00097FFD" w:rsidRPr="001C410D" w:rsidRDefault="00097FFD" w:rsidP="001F0701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建艺学院</w:t>
            </w:r>
          </w:p>
        </w:tc>
        <w:tc>
          <w:tcPr>
            <w:tcW w:w="2335" w:type="dxa"/>
            <w:vAlign w:val="center"/>
          </w:tcPr>
          <w:p w:rsidR="00097FFD" w:rsidRPr="00F964BB" w:rsidRDefault="00097FFD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工业设计</w:t>
            </w:r>
            <w:r w:rsidRPr="00F964BB">
              <w:rPr>
                <w:rFonts w:ascii="宋体" w:hAnsi="宋体" w:cs="宋体"/>
                <w:color w:val="000000"/>
                <w:kern w:val="0"/>
                <w:sz w:val="24"/>
              </w:rPr>
              <w:t>17-1</w:t>
            </w:r>
            <w:r w:rsidRPr="00F964BB">
              <w:rPr>
                <w:rFonts w:ascii="宋体" w:hAnsi="宋体" w:cs="宋体" w:hint="eastAsia"/>
                <w:color w:val="000000"/>
                <w:kern w:val="0"/>
                <w:sz w:val="24"/>
              </w:rPr>
              <w:t>班</w:t>
            </w:r>
          </w:p>
        </w:tc>
        <w:tc>
          <w:tcPr>
            <w:tcW w:w="1469" w:type="dxa"/>
            <w:vAlign w:val="center"/>
          </w:tcPr>
          <w:p w:rsidR="00097FFD" w:rsidRPr="001C410D" w:rsidRDefault="00097FFD" w:rsidP="001F2B66">
            <w:pPr>
              <w:widowControl/>
              <w:jc w:val="center"/>
              <w:rPr>
                <w:rFonts w:ascii="宋体" w:cs="宋体"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翠七教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206</w:t>
            </w:r>
          </w:p>
        </w:tc>
      </w:tr>
    </w:tbl>
    <w:p w:rsidR="00097FFD" w:rsidRDefault="00097FFD">
      <w:pPr>
        <w:spacing w:line="380" w:lineRule="exact"/>
        <w:ind w:firstLineChars="200" w:firstLine="480"/>
        <w:rPr>
          <w:sz w:val="24"/>
        </w:rPr>
      </w:pPr>
    </w:p>
    <w:tbl>
      <w:tblPr>
        <w:tblW w:w="0" w:type="auto"/>
        <w:jc w:val="center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58"/>
        <w:gridCol w:w="866"/>
        <w:gridCol w:w="1956"/>
        <w:gridCol w:w="1344"/>
        <w:gridCol w:w="2334"/>
        <w:gridCol w:w="1430"/>
      </w:tblGrid>
      <w:tr w:rsidR="00097FFD" w:rsidRPr="00336B96" w:rsidTr="00345FE1">
        <w:trPr>
          <w:trHeight w:val="269"/>
          <w:jc w:val="center"/>
        </w:trPr>
        <w:tc>
          <w:tcPr>
            <w:tcW w:w="758" w:type="dxa"/>
            <w:vMerge w:val="restart"/>
            <w:tcBorders>
              <w:top w:val="single" w:sz="4" w:space="0" w:color="auto"/>
            </w:tcBorders>
            <w:vAlign w:val="center"/>
          </w:tcPr>
          <w:p w:rsidR="00097FFD" w:rsidRPr="00336B96" w:rsidRDefault="00097FFD" w:rsidP="00336B96">
            <w:pPr>
              <w:spacing w:line="3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336B96">
              <w:rPr>
                <w:rFonts w:ascii="宋体" w:hAnsi="宋体" w:cs="宋体" w:hint="eastAsia"/>
                <w:color w:val="000000"/>
                <w:kern w:val="0"/>
                <w:sz w:val="24"/>
              </w:rPr>
              <w:t>工程训练</w:t>
            </w:r>
            <w:r w:rsidRPr="00336B96">
              <w:rPr>
                <w:rFonts w:ascii="宋体" w:hAnsi="宋体" w:cs="宋体"/>
                <w:color w:val="000000"/>
                <w:kern w:val="0"/>
                <w:sz w:val="24"/>
              </w:rPr>
              <w:t>C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097FFD" w:rsidRPr="00336B96" w:rsidRDefault="00097FFD" w:rsidP="00345FE1">
            <w:pPr>
              <w:spacing w:line="380" w:lineRule="exact"/>
              <w:jc w:val="center"/>
              <w:rPr>
                <w:rFonts w:asci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956" w:type="dxa"/>
            <w:tcBorders>
              <w:top w:val="single" w:sz="4" w:space="0" w:color="auto"/>
            </w:tcBorders>
            <w:vAlign w:val="center"/>
          </w:tcPr>
          <w:p w:rsidR="00097FFD" w:rsidRPr="00336B96" w:rsidRDefault="00097FFD" w:rsidP="00345FE1">
            <w:pPr>
              <w:spacing w:line="380" w:lineRule="exact"/>
              <w:jc w:val="center"/>
              <w:rPr>
                <w:rFonts w:ascii="宋体" w:cs="宋体"/>
                <w:b/>
                <w:color w:val="000000"/>
                <w:kern w:val="0"/>
                <w:sz w:val="24"/>
              </w:rPr>
            </w:pPr>
            <w:r w:rsidRPr="00336B96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教学班号</w:t>
            </w: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:rsidR="00097FFD" w:rsidRPr="00336B96" w:rsidRDefault="00097FFD" w:rsidP="00345FE1">
            <w:pPr>
              <w:spacing w:line="380" w:lineRule="exact"/>
              <w:jc w:val="center"/>
              <w:rPr>
                <w:rFonts w:ascii="宋体" w:cs="宋体"/>
                <w:b/>
                <w:color w:val="000000"/>
                <w:kern w:val="0"/>
                <w:sz w:val="24"/>
              </w:rPr>
            </w:pPr>
            <w:r w:rsidRPr="00336B96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监考学院</w:t>
            </w:r>
          </w:p>
        </w:tc>
        <w:tc>
          <w:tcPr>
            <w:tcW w:w="2334" w:type="dxa"/>
            <w:tcBorders>
              <w:top w:val="single" w:sz="4" w:space="0" w:color="auto"/>
            </w:tcBorders>
            <w:vAlign w:val="center"/>
          </w:tcPr>
          <w:p w:rsidR="00097FFD" w:rsidRPr="00336B96" w:rsidRDefault="00097FFD" w:rsidP="00345FE1">
            <w:pPr>
              <w:spacing w:line="380" w:lineRule="exact"/>
              <w:jc w:val="center"/>
              <w:rPr>
                <w:rFonts w:ascii="宋体" w:cs="宋体"/>
                <w:b/>
                <w:color w:val="000000"/>
                <w:kern w:val="0"/>
                <w:sz w:val="24"/>
              </w:rPr>
            </w:pPr>
            <w:r w:rsidRPr="00336B96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专业班级</w:t>
            </w:r>
          </w:p>
        </w:tc>
        <w:tc>
          <w:tcPr>
            <w:tcW w:w="1430" w:type="dxa"/>
            <w:tcBorders>
              <w:top w:val="single" w:sz="4" w:space="0" w:color="auto"/>
            </w:tcBorders>
            <w:vAlign w:val="center"/>
          </w:tcPr>
          <w:p w:rsidR="00097FFD" w:rsidRPr="00336B96" w:rsidRDefault="00097FFD" w:rsidP="00345FE1">
            <w:pPr>
              <w:spacing w:line="380" w:lineRule="exact"/>
              <w:jc w:val="center"/>
              <w:rPr>
                <w:rFonts w:ascii="宋体" w:cs="宋体"/>
                <w:b/>
                <w:color w:val="000000"/>
                <w:kern w:val="0"/>
                <w:sz w:val="24"/>
              </w:rPr>
            </w:pPr>
            <w:r w:rsidRPr="00336B96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教室安排</w:t>
            </w:r>
          </w:p>
        </w:tc>
      </w:tr>
      <w:tr w:rsidR="00097FFD" w:rsidTr="00345FE1">
        <w:trPr>
          <w:trHeight w:val="772"/>
          <w:jc w:val="center"/>
        </w:trPr>
        <w:tc>
          <w:tcPr>
            <w:tcW w:w="758" w:type="dxa"/>
            <w:vMerge/>
            <w:vAlign w:val="center"/>
          </w:tcPr>
          <w:p w:rsidR="00097FFD" w:rsidRPr="00336B96" w:rsidRDefault="00097FFD" w:rsidP="00336B9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</w:tcPr>
          <w:p w:rsidR="00097FFD" w:rsidRPr="00336B96" w:rsidRDefault="00097FFD" w:rsidP="00336B9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956" w:type="dxa"/>
            <w:vAlign w:val="center"/>
          </w:tcPr>
          <w:p w:rsidR="00097FFD" w:rsidRPr="002A0D33" w:rsidRDefault="00097FFD" w:rsidP="00336B9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6B29AD">
              <w:rPr>
                <w:rFonts w:ascii="宋体" w:hAnsi="宋体" w:cs="宋体"/>
                <w:color w:val="000000"/>
                <w:kern w:val="0"/>
                <w:sz w:val="24"/>
              </w:rPr>
              <w:t>5300033B--001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097FFD" w:rsidRPr="002A0D33" w:rsidRDefault="00097FFD" w:rsidP="00A41EDB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A41EDB">
              <w:rPr>
                <w:rFonts w:ascii="宋体" w:hAnsi="宋体" w:cs="宋体" w:hint="eastAsia"/>
                <w:color w:val="000000"/>
                <w:kern w:val="0"/>
                <w:sz w:val="24"/>
              </w:rPr>
              <w:t>资环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2334" w:type="dxa"/>
            <w:tcBorders>
              <w:bottom w:val="single" w:sz="4" w:space="0" w:color="auto"/>
            </w:tcBorders>
            <w:vAlign w:val="center"/>
          </w:tcPr>
          <w:p w:rsidR="00097FFD" w:rsidRPr="002A0D33" w:rsidRDefault="00097FFD">
            <w:pPr>
              <w:rPr>
                <w:rFonts w:ascii="宋体" w:cs="宋体"/>
                <w:color w:val="000000"/>
                <w:kern w:val="0"/>
                <w:sz w:val="24"/>
              </w:rPr>
            </w:pPr>
            <w:r w:rsidRPr="002A0D33">
              <w:rPr>
                <w:rFonts w:ascii="宋体" w:hAnsi="宋体" w:cs="宋体" w:hint="eastAsia"/>
                <w:color w:val="000000"/>
                <w:kern w:val="0"/>
                <w:sz w:val="24"/>
              </w:rPr>
              <w:t>环境</w:t>
            </w:r>
            <w:r w:rsidRPr="002A0D33">
              <w:rPr>
                <w:rFonts w:ascii="宋体" w:hAnsi="宋体" w:cs="宋体"/>
                <w:color w:val="000000"/>
                <w:kern w:val="0"/>
                <w:sz w:val="24"/>
              </w:rPr>
              <w:t>17-1</w:t>
            </w:r>
            <w:r w:rsidRPr="002A0D33">
              <w:rPr>
                <w:rFonts w:ascii="宋体" w:hAnsi="宋体" w:cs="宋体" w:hint="eastAsia"/>
                <w:color w:val="000000"/>
                <w:kern w:val="0"/>
                <w:sz w:val="24"/>
              </w:rPr>
              <w:t>班</w:t>
            </w:r>
          </w:p>
        </w:tc>
        <w:tc>
          <w:tcPr>
            <w:tcW w:w="1430" w:type="dxa"/>
            <w:vAlign w:val="center"/>
          </w:tcPr>
          <w:p w:rsidR="00097FFD" w:rsidRPr="002A0D33" w:rsidRDefault="00097FFD" w:rsidP="009A5ED4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4A2A">
              <w:rPr>
                <w:rFonts w:ascii="宋体" w:hAnsi="宋体" w:cs="宋体" w:hint="eastAsia"/>
                <w:color w:val="000000"/>
                <w:kern w:val="0"/>
                <w:sz w:val="24"/>
              </w:rPr>
              <w:t>翠七教</w:t>
            </w:r>
            <w:r w:rsidRPr="00D74A2A">
              <w:rPr>
                <w:rFonts w:ascii="宋体" w:hAnsi="宋体" w:cs="宋体"/>
                <w:color w:val="000000"/>
                <w:kern w:val="0"/>
                <w:sz w:val="24"/>
              </w:rPr>
              <w:t>306</w:t>
            </w:r>
          </w:p>
        </w:tc>
      </w:tr>
      <w:tr w:rsidR="00097FFD" w:rsidTr="00345FE1">
        <w:trPr>
          <w:trHeight w:val="269"/>
          <w:jc w:val="center"/>
        </w:trPr>
        <w:tc>
          <w:tcPr>
            <w:tcW w:w="758" w:type="dxa"/>
            <w:vMerge/>
            <w:tcBorders>
              <w:bottom w:val="single" w:sz="4" w:space="0" w:color="auto"/>
            </w:tcBorders>
            <w:vAlign w:val="center"/>
          </w:tcPr>
          <w:p w:rsidR="00097FFD" w:rsidRPr="00336B96" w:rsidRDefault="00097FFD" w:rsidP="00336B9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097FFD" w:rsidRPr="00336B96" w:rsidRDefault="00097FFD" w:rsidP="00336B9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:rsidR="00097FFD" w:rsidRPr="002A0D33" w:rsidRDefault="00097FFD" w:rsidP="00336B96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6B29AD">
              <w:rPr>
                <w:rFonts w:ascii="宋体" w:hAnsi="宋体" w:cs="宋体"/>
                <w:color w:val="000000"/>
                <w:kern w:val="0"/>
                <w:sz w:val="24"/>
              </w:rPr>
              <w:t>5300033B--002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FFD" w:rsidRPr="002A0D33" w:rsidRDefault="00097FFD" w:rsidP="00336B96">
            <w:pPr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食品</w:t>
            </w:r>
          </w:p>
        </w:tc>
        <w:tc>
          <w:tcPr>
            <w:tcW w:w="2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FFD" w:rsidRPr="002A0D33" w:rsidRDefault="00097FFD">
            <w:pPr>
              <w:rPr>
                <w:rFonts w:ascii="宋体" w:cs="宋体"/>
                <w:color w:val="000000"/>
                <w:kern w:val="0"/>
                <w:sz w:val="24"/>
              </w:rPr>
            </w:pPr>
            <w:r w:rsidRPr="002A0D33">
              <w:rPr>
                <w:rFonts w:ascii="宋体" w:hAnsi="宋体" w:cs="宋体" w:hint="eastAsia"/>
                <w:color w:val="000000"/>
                <w:kern w:val="0"/>
                <w:sz w:val="24"/>
              </w:rPr>
              <w:t>制药（联合培养）</w:t>
            </w:r>
            <w:r w:rsidRPr="002A0D33">
              <w:rPr>
                <w:rFonts w:ascii="宋体" w:hAnsi="宋体" w:cs="宋体"/>
                <w:color w:val="000000"/>
                <w:kern w:val="0"/>
                <w:sz w:val="24"/>
              </w:rPr>
              <w:t>16-1</w:t>
            </w:r>
            <w:r w:rsidRPr="002A0D33">
              <w:rPr>
                <w:rFonts w:ascii="宋体" w:hAnsi="宋体" w:cs="宋体" w:hint="eastAsia"/>
                <w:color w:val="000000"/>
                <w:kern w:val="0"/>
                <w:sz w:val="24"/>
              </w:rPr>
              <w:t>班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097FFD" w:rsidRPr="002A0D33" w:rsidRDefault="00097FFD" w:rsidP="00B26BAC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 w:rsidRPr="00D74A2A">
              <w:rPr>
                <w:rFonts w:ascii="宋体" w:hAnsi="宋体" w:cs="宋体" w:hint="eastAsia"/>
                <w:color w:val="000000"/>
                <w:kern w:val="0"/>
                <w:sz w:val="24"/>
              </w:rPr>
              <w:t>翠七教</w:t>
            </w:r>
            <w:r w:rsidRPr="00D74A2A">
              <w:rPr>
                <w:rFonts w:ascii="宋体" w:hAnsi="宋体" w:cs="宋体"/>
                <w:color w:val="000000"/>
                <w:kern w:val="0"/>
                <w:sz w:val="24"/>
              </w:rPr>
              <w:t>301</w:t>
            </w:r>
          </w:p>
        </w:tc>
      </w:tr>
    </w:tbl>
    <w:p w:rsidR="00097FFD" w:rsidRDefault="00097FFD">
      <w:pPr>
        <w:spacing w:line="380" w:lineRule="exact"/>
        <w:ind w:firstLineChars="200" w:firstLine="480"/>
        <w:rPr>
          <w:sz w:val="24"/>
        </w:rPr>
      </w:pPr>
    </w:p>
    <w:p w:rsidR="00097FFD" w:rsidRPr="00C55BA3" w:rsidRDefault="00097FFD" w:rsidP="00A41EDB">
      <w:pPr>
        <w:spacing w:line="380" w:lineRule="exact"/>
        <w:ind w:firstLineChars="200" w:firstLine="480"/>
        <w:rPr>
          <w:sz w:val="24"/>
        </w:rPr>
      </w:pPr>
    </w:p>
    <w:p w:rsidR="00097FFD" w:rsidRDefault="00097FFD">
      <w:pPr>
        <w:spacing w:line="580" w:lineRule="exact"/>
        <w:ind w:right="690" w:firstLineChars="2550" w:firstLine="6120"/>
        <w:rPr>
          <w:sz w:val="24"/>
        </w:rPr>
      </w:pPr>
      <w:r>
        <w:rPr>
          <w:rFonts w:hint="eastAsia"/>
          <w:sz w:val="24"/>
        </w:rPr>
        <w:t>工业培训中心教学办公室</w:t>
      </w:r>
      <w:r>
        <w:rPr>
          <w:sz w:val="24"/>
        </w:rPr>
        <w:t xml:space="preserve">  </w:t>
      </w:r>
    </w:p>
    <w:p w:rsidR="00097FFD" w:rsidRDefault="00097FFD">
      <w:pPr>
        <w:spacing w:line="580" w:lineRule="exact"/>
        <w:ind w:firstLineChars="200" w:firstLine="480"/>
        <w:rPr>
          <w:sz w:val="24"/>
        </w:rPr>
      </w:pPr>
      <w:r>
        <w:rPr>
          <w:sz w:val="24"/>
        </w:rPr>
        <w:t xml:space="preserve">                                                  2018</w:t>
      </w:r>
      <w:r>
        <w:rPr>
          <w:rFonts w:hint="eastAsia"/>
          <w:sz w:val="24"/>
        </w:rPr>
        <w:t>年</w:t>
      </w:r>
      <w:r>
        <w:rPr>
          <w:sz w:val="24"/>
        </w:rPr>
        <w:t xml:space="preserve"> 12</w:t>
      </w:r>
      <w:r>
        <w:rPr>
          <w:rFonts w:hint="eastAsia"/>
          <w:sz w:val="24"/>
        </w:rPr>
        <w:t>月</w:t>
      </w:r>
      <w:r>
        <w:rPr>
          <w:sz w:val="24"/>
        </w:rPr>
        <w:t>24</w:t>
      </w:r>
      <w:r>
        <w:rPr>
          <w:rFonts w:hint="eastAsia"/>
          <w:sz w:val="24"/>
        </w:rPr>
        <w:t>日</w:t>
      </w:r>
    </w:p>
    <w:p w:rsidR="00097FFD" w:rsidRDefault="00097FFD">
      <w:pPr>
        <w:spacing w:line="580" w:lineRule="exact"/>
        <w:ind w:firstLineChars="200" w:firstLine="480"/>
        <w:rPr>
          <w:sz w:val="24"/>
        </w:rPr>
      </w:pPr>
    </w:p>
    <w:p w:rsidR="00097FFD" w:rsidRDefault="00097FFD">
      <w:pPr>
        <w:spacing w:line="580" w:lineRule="exact"/>
        <w:ind w:firstLineChars="200" w:firstLine="480"/>
        <w:rPr>
          <w:sz w:val="24"/>
        </w:rPr>
      </w:pPr>
    </w:p>
    <w:p w:rsidR="00097FFD" w:rsidRDefault="00097FFD">
      <w:pPr>
        <w:spacing w:line="580" w:lineRule="exact"/>
        <w:ind w:firstLineChars="200" w:firstLine="480"/>
        <w:rPr>
          <w:sz w:val="24"/>
        </w:rPr>
      </w:pPr>
    </w:p>
    <w:p w:rsidR="00097FFD" w:rsidRDefault="00097FFD" w:rsidP="00D74A2A">
      <w:pPr>
        <w:rPr>
          <w:sz w:val="24"/>
        </w:rPr>
      </w:pPr>
    </w:p>
    <w:p w:rsidR="00097FFD" w:rsidRDefault="00097FFD" w:rsidP="00D74A2A">
      <w:pPr>
        <w:rPr>
          <w:sz w:val="24"/>
        </w:rPr>
      </w:pPr>
    </w:p>
    <w:p w:rsidR="00097FFD" w:rsidRDefault="00097FFD" w:rsidP="00D74A2A">
      <w:pPr>
        <w:rPr>
          <w:sz w:val="24"/>
        </w:rPr>
      </w:pPr>
    </w:p>
    <w:sectPr w:rsidR="00097FFD" w:rsidSect="00C55BA3">
      <w:pgSz w:w="11906" w:h="16838"/>
      <w:pgMar w:top="1402" w:right="1106" w:bottom="1402" w:left="126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FFD" w:rsidRDefault="00097FFD" w:rsidP="00A02750">
      <w:r>
        <w:separator/>
      </w:r>
    </w:p>
  </w:endnote>
  <w:endnote w:type="continuationSeparator" w:id="0">
    <w:p w:rsidR="00097FFD" w:rsidRDefault="00097FFD" w:rsidP="00A02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FFD" w:rsidRDefault="00097FFD" w:rsidP="00A02750">
      <w:r>
        <w:separator/>
      </w:r>
    </w:p>
  </w:footnote>
  <w:footnote w:type="continuationSeparator" w:id="0">
    <w:p w:rsidR="00097FFD" w:rsidRDefault="00097FFD" w:rsidP="00A027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0347"/>
    <w:rsid w:val="00035B38"/>
    <w:rsid w:val="00037C70"/>
    <w:rsid w:val="0007427F"/>
    <w:rsid w:val="0007664E"/>
    <w:rsid w:val="00076FE2"/>
    <w:rsid w:val="00094F0D"/>
    <w:rsid w:val="000973DA"/>
    <w:rsid w:val="000977B8"/>
    <w:rsid w:val="00097FFD"/>
    <w:rsid w:val="000B1DE1"/>
    <w:rsid w:val="000C05FF"/>
    <w:rsid w:val="000C43AC"/>
    <w:rsid w:val="000C5B2E"/>
    <w:rsid w:val="000E0788"/>
    <w:rsid w:val="000E497B"/>
    <w:rsid w:val="000E4F97"/>
    <w:rsid w:val="0010073C"/>
    <w:rsid w:val="00102071"/>
    <w:rsid w:val="00102133"/>
    <w:rsid w:val="00103A1C"/>
    <w:rsid w:val="001103A1"/>
    <w:rsid w:val="00112E76"/>
    <w:rsid w:val="0011502C"/>
    <w:rsid w:val="0011788B"/>
    <w:rsid w:val="00123C3A"/>
    <w:rsid w:val="00123D0C"/>
    <w:rsid w:val="00143048"/>
    <w:rsid w:val="00170E37"/>
    <w:rsid w:val="001808C1"/>
    <w:rsid w:val="001B70A4"/>
    <w:rsid w:val="001C18CD"/>
    <w:rsid w:val="001C410D"/>
    <w:rsid w:val="001C7EB9"/>
    <w:rsid w:val="001D07B6"/>
    <w:rsid w:val="001D29A5"/>
    <w:rsid w:val="001D4D8B"/>
    <w:rsid w:val="001F0701"/>
    <w:rsid w:val="001F2B66"/>
    <w:rsid w:val="002038F0"/>
    <w:rsid w:val="00210CC2"/>
    <w:rsid w:val="00215571"/>
    <w:rsid w:val="002273BC"/>
    <w:rsid w:val="00231D8E"/>
    <w:rsid w:val="00247603"/>
    <w:rsid w:val="0025329D"/>
    <w:rsid w:val="00284F4A"/>
    <w:rsid w:val="00287D3F"/>
    <w:rsid w:val="00293AC9"/>
    <w:rsid w:val="002A0232"/>
    <w:rsid w:val="002A0D33"/>
    <w:rsid w:val="002A21C5"/>
    <w:rsid w:val="002A59ED"/>
    <w:rsid w:val="002B13EB"/>
    <w:rsid w:val="002B1FB7"/>
    <w:rsid w:val="002B64BB"/>
    <w:rsid w:val="002C1CCE"/>
    <w:rsid w:val="002E3DAC"/>
    <w:rsid w:val="002F1C9C"/>
    <w:rsid w:val="00310A23"/>
    <w:rsid w:val="0032301F"/>
    <w:rsid w:val="00336B96"/>
    <w:rsid w:val="00336F64"/>
    <w:rsid w:val="00337221"/>
    <w:rsid w:val="00345FE1"/>
    <w:rsid w:val="00354E2C"/>
    <w:rsid w:val="00355D79"/>
    <w:rsid w:val="003600B0"/>
    <w:rsid w:val="00362EDF"/>
    <w:rsid w:val="00363055"/>
    <w:rsid w:val="00366C3D"/>
    <w:rsid w:val="00370E42"/>
    <w:rsid w:val="003731A8"/>
    <w:rsid w:val="00373CF7"/>
    <w:rsid w:val="00377E2B"/>
    <w:rsid w:val="003834A3"/>
    <w:rsid w:val="00386AE7"/>
    <w:rsid w:val="003B0E10"/>
    <w:rsid w:val="003B354C"/>
    <w:rsid w:val="003B5824"/>
    <w:rsid w:val="003B5D6C"/>
    <w:rsid w:val="003B5F65"/>
    <w:rsid w:val="003C656E"/>
    <w:rsid w:val="003E1486"/>
    <w:rsid w:val="003F1FC7"/>
    <w:rsid w:val="0040612B"/>
    <w:rsid w:val="004168BC"/>
    <w:rsid w:val="0043327B"/>
    <w:rsid w:val="004464D8"/>
    <w:rsid w:val="00451AB4"/>
    <w:rsid w:val="004570DF"/>
    <w:rsid w:val="00460410"/>
    <w:rsid w:val="004617E9"/>
    <w:rsid w:val="004704E2"/>
    <w:rsid w:val="00473A6E"/>
    <w:rsid w:val="004918D1"/>
    <w:rsid w:val="0049671E"/>
    <w:rsid w:val="0049783A"/>
    <w:rsid w:val="004A2794"/>
    <w:rsid w:val="004A55E6"/>
    <w:rsid w:val="004A765B"/>
    <w:rsid w:val="004B1451"/>
    <w:rsid w:val="004C16AA"/>
    <w:rsid w:val="004D07E5"/>
    <w:rsid w:val="004D2BD5"/>
    <w:rsid w:val="00501E2D"/>
    <w:rsid w:val="00517B9F"/>
    <w:rsid w:val="00535C09"/>
    <w:rsid w:val="005538BA"/>
    <w:rsid w:val="00556315"/>
    <w:rsid w:val="00563471"/>
    <w:rsid w:val="00571EAA"/>
    <w:rsid w:val="00580001"/>
    <w:rsid w:val="0059180E"/>
    <w:rsid w:val="005A036D"/>
    <w:rsid w:val="005A4811"/>
    <w:rsid w:val="005C3275"/>
    <w:rsid w:val="005C34DB"/>
    <w:rsid w:val="005D06EE"/>
    <w:rsid w:val="005E6DBE"/>
    <w:rsid w:val="005E7812"/>
    <w:rsid w:val="006103C2"/>
    <w:rsid w:val="006304EA"/>
    <w:rsid w:val="00633B7E"/>
    <w:rsid w:val="00644B8D"/>
    <w:rsid w:val="0065483A"/>
    <w:rsid w:val="00656994"/>
    <w:rsid w:val="00680F56"/>
    <w:rsid w:val="006872BB"/>
    <w:rsid w:val="00687654"/>
    <w:rsid w:val="00694DCE"/>
    <w:rsid w:val="006A7939"/>
    <w:rsid w:val="006B29AD"/>
    <w:rsid w:val="006C2119"/>
    <w:rsid w:val="006C673A"/>
    <w:rsid w:val="006D0A0D"/>
    <w:rsid w:val="006E700F"/>
    <w:rsid w:val="006F1FB7"/>
    <w:rsid w:val="006F7E4D"/>
    <w:rsid w:val="0070691F"/>
    <w:rsid w:val="00713C1F"/>
    <w:rsid w:val="00715383"/>
    <w:rsid w:val="00726904"/>
    <w:rsid w:val="00727CAF"/>
    <w:rsid w:val="007348D6"/>
    <w:rsid w:val="00735654"/>
    <w:rsid w:val="00742518"/>
    <w:rsid w:val="00744E64"/>
    <w:rsid w:val="0074679D"/>
    <w:rsid w:val="0075257F"/>
    <w:rsid w:val="007563E2"/>
    <w:rsid w:val="0076001E"/>
    <w:rsid w:val="00777514"/>
    <w:rsid w:val="007803EA"/>
    <w:rsid w:val="0079082A"/>
    <w:rsid w:val="007A7377"/>
    <w:rsid w:val="007B3949"/>
    <w:rsid w:val="007B75D2"/>
    <w:rsid w:val="007F2E76"/>
    <w:rsid w:val="007F3129"/>
    <w:rsid w:val="00801FAC"/>
    <w:rsid w:val="0080369A"/>
    <w:rsid w:val="0080405F"/>
    <w:rsid w:val="00804080"/>
    <w:rsid w:val="00831836"/>
    <w:rsid w:val="0083760D"/>
    <w:rsid w:val="00841862"/>
    <w:rsid w:val="00850593"/>
    <w:rsid w:val="00853856"/>
    <w:rsid w:val="00862696"/>
    <w:rsid w:val="00874DDC"/>
    <w:rsid w:val="00882D6D"/>
    <w:rsid w:val="00883AEB"/>
    <w:rsid w:val="00884445"/>
    <w:rsid w:val="00886EB2"/>
    <w:rsid w:val="008A3D2F"/>
    <w:rsid w:val="008A3DBA"/>
    <w:rsid w:val="008A41B6"/>
    <w:rsid w:val="008A7A22"/>
    <w:rsid w:val="008B5E77"/>
    <w:rsid w:val="008B69E0"/>
    <w:rsid w:val="008C2AE3"/>
    <w:rsid w:val="008D4A7D"/>
    <w:rsid w:val="008D5B01"/>
    <w:rsid w:val="008D6B79"/>
    <w:rsid w:val="008E24D3"/>
    <w:rsid w:val="008E5206"/>
    <w:rsid w:val="009053BF"/>
    <w:rsid w:val="0090683C"/>
    <w:rsid w:val="0091678C"/>
    <w:rsid w:val="0092304F"/>
    <w:rsid w:val="00930347"/>
    <w:rsid w:val="00956E9B"/>
    <w:rsid w:val="009760FD"/>
    <w:rsid w:val="00984167"/>
    <w:rsid w:val="00984A40"/>
    <w:rsid w:val="009A5ED4"/>
    <w:rsid w:val="009B38A2"/>
    <w:rsid w:val="009C3E2B"/>
    <w:rsid w:val="009C4ECE"/>
    <w:rsid w:val="009D1DD8"/>
    <w:rsid w:val="009E2842"/>
    <w:rsid w:val="009E6A8C"/>
    <w:rsid w:val="009E6E58"/>
    <w:rsid w:val="009F0E6C"/>
    <w:rsid w:val="009F2FA9"/>
    <w:rsid w:val="00A02750"/>
    <w:rsid w:val="00A04476"/>
    <w:rsid w:val="00A058D0"/>
    <w:rsid w:val="00A279B2"/>
    <w:rsid w:val="00A33F5A"/>
    <w:rsid w:val="00A41EDB"/>
    <w:rsid w:val="00A430E3"/>
    <w:rsid w:val="00A45F09"/>
    <w:rsid w:val="00A52CAE"/>
    <w:rsid w:val="00A57B7B"/>
    <w:rsid w:val="00A7415D"/>
    <w:rsid w:val="00A7771C"/>
    <w:rsid w:val="00A96444"/>
    <w:rsid w:val="00AC3A58"/>
    <w:rsid w:val="00AC6ACC"/>
    <w:rsid w:val="00AD4DCD"/>
    <w:rsid w:val="00AE572A"/>
    <w:rsid w:val="00AF034C"/>
    <w:rsid w:val="00AF16DE"/>
    <w:rsid w:val="00AF19C3"/>
    <w:rsid w:val="00AF5D03"/>
    <w:rsid w:val="00B0070A"/>
    <w:rsid w:val="00B0784C"/>
    <w:rsid w:val="00B25463"/>
    <w:rsid w:val="00B26BAC"/>
    <w:rsid w:val="00B26F6A"/>
    <w:rsid w:val="00B300C8"/>
    <w:rsid w:val="00B4055C"/>
    <w:rsid w:val="00B43A20"/>
    <w:rsid w:val="00B607D9"/>
    <w:rsid w:val="00BA7271"/>
    <w:rsid w:val="00BB237D"/>
    <w:rsid w:val="00BD3E1F"/>
    <w:rsid w:val="00BE3BA1"/>
    <w:rsid w:val="00BE7368"/>
    <w:rsid w:val="00BF1B9E"/>
    <w:rsid w:val="00BF3267"/>
    <w:rsid w:val="00C05FAE"/>
    <w:rsid w:val="00C05FCF"/>
    <w:rsid w:val="00C1201B"/>
    <w:rsid w:val="00C163EB"/>
    <w:rsid w:val="00C179BC"/>
    <w:rsid w:val="00C26B9B"/>
    <w:rsid w:val="00C30286"/>
    <w:rsid w:val="00C52997"/>
    <w:rsid w:val="00C5529C"/>
    <w:rsid w:val="00C55BA3"/>
    <w:rsid w:val="00C65F2C"/>
    <w:rsid w:val="00C82670"/>
    <w:rsid w:val="00C964D7"/>
    <w:rsid w:val="00CA5F47"/>
    <w:rsid w:val="00CA626E"/>
    <w:rsid w:val="00CC0FE7"/>
    <w:rsid w:val="00CD4C84"/>
    <w:rsid w:val="00CE1D1A"/>
    <w:rsid w:val="00CE36E1"/>
    <w:rsid w:val="00CF1668"/>
    <w:rsid w:val="00D405B3"/>
    <w:rsid w:val="00D41007"/>
    <w:rsid w:val="00D4582A"/>
    <w:rsid w:val="00D475D5"/>
    <w:rsid w:val="00D516A5"/>
    <w:rsid w:val="00D54C90"/>
    <w:rsid w:val="00D74A2A"/>
    <w:rsid w:val="00D76E0D"/>
    <w:rsid w:val="00D84384"/>
    <w:rsid w:val="00DD1D05"/>
    <w:rsid w:val="00DE13BE"/>
    <w:rsid w:val="00DE4B9F"/>
    <w:rsid w:val="00DE7297"/>
    <w:rsid w:val="00DE7748"/>
    <w:rsid w:val="00DF44E1"/>
    <w:rsid w:val="00DF6DB6"/>
    <w:rsid w:val="00DF6DC7"/>
    <w:rsid w:val="00E076E8"/>
    <w:rsid w:val="00E2094B"/>
    <w:rsid w:val="00E341E0"/>
    <w:rsid w:val="00E35ED8"/>
    <w:rsid w:val="00E36384"/>
    <w:rsid w:val="00E37AC4"/>
    <w:rsid w:val="00E416EC"/>
    <w:rsid w:val="00E44A21"/>
    <w:rsid w:val="00E537A3"/>
    <w:rsid w:val="00E605D2"/>
    <w:rsid w:val="00E62EB7"/>
    <w:rsid w:val="00E63BAE"/>
    <w:rsid w:val="00E73920"/>
    <w:rsid w:val="00E74ACA"/>
    <w:rsid w:val="00E8114C"/>
    <w:rsid w:val="00E815A2"/>
    <w:rsid w:val="00E841F8"/>
    <w:rsid w:val="00E91205"/>
    <w:rsid w:val="00E91FCF"/>
    <w:rsid w:val="00EA7604"/>
    <w:rsid w:val="00EC340B"/>
    <w:rsid w:val="00EC7440"/>
    <w:rsid w:val="00EE05CA"/>
    <w:rsid w:val="00EF2A7E"/>
    <w:rsid w:val="00EF3C86"/>
    <w:rsid w:val="00F1782F"/>
    <w:rsid w:val="00F20F63"/>
    <w:rsid w:val="00F25412"/>
    <w:rsid w:val="00F34E2D"/>
    <w:rsid w:val="00F40F63"/>
    <w:rsid w:val="00F417F8"/>
    <w:rsid w:val="00F41ABF"/>
    <w:rsid w:val="00F44135"/>
    <w:rsid w:val="00F479EC"/>
    <w:rsid w:val="00F52F94"/>
    <w:rsid w:val="00F53D00"/>
    <w:rsid w:val="00F63B50"/>
    <w:rsid w:val="00F80121"/>
    <w:rsid w:val="00F830E1"/>
    <w:rsid w:val="00F929F9"/>
    <w:rsid w:val="00F964BB"/>
    <w:rsid w:val="00FB4F3E"/>
    <w:rsid w:val="00FD4012"/>
    <w:rsid w:val="00FD7A64"/>
    <w:rsid w:val="00FF356C"/>
    <w:rsid w:val="00FF49B3"/>
    <w:rsid w:val="00FF67F7"/>
    <w:rsid w:val="0295797C"/>
    <w:rsid w:val="282E547B"/>
    <w:rsid w:val="3BA46797"/>
    <w:rsid w:val="59F02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84445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locked/>
    <w:rsid w:val="00884445"/>
    <w:rPr>
      <w:kern w:val="2"/>
      <w:sz w:val="18"/>
    </w:rPr>
  </w:style>
  <w:style w:type="character" w:customStyle="1" w:styleId="FooterChar">
    <w:name w:val="Footer Char"/>
    <w:link w:val="Footer"/>
    <w:uiPriority w:val="99"/>
    <w:locked/>
    <w:rsid w:val="00884445"/>
    <w:rPr>
      <w:kern w:val="2"/>
      <w:sz w:val="18"/>
    </w:rPr>
  </w:style>
  <w:style w:type="paragraph" w:styleId="Footer">
    <w:name w:val="footer"/>
    <w:basedOn w:val="Normal"/>
    <w:link w:val="FooterChar1"/>
    <w:uiPriority w:val="99"/>
    <w:rsid w:val="00884445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8444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1"/>
    <w:uiPriority w:val="99"/>
    <w:rsid w:val="008844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884445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DateChar"/>
    <w:uiPriority w:val="99"/>
    <w:rsid w:val="008D5B01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8D5B01"/>
    <w:rPr>
      <w:rFonts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9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2</Pages>
  <Words>214</Words>
  <Characters>1223</Characters>
  <Application>Microsoft Office Outlook</Application>
  <DocSecurity>0</DocSecurity>
  <Lines>0</Lines>
  <Paragraphs>0</Paragraphs>
  <ScaleCrop>false</ScaleCrop>
  <Company>安徽.合肥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 室 申 请 表</dc:title>
  <dc:subject/>
  <dc:creator>陶泽柳</dc:creator>
  <cp:keywords/>
  <dc:description/>
  <cp:lastModifiedBy>bhseva7</cp:lastModifiedBy>
  <cp:revision>22</cp:revision>
  <cp:lastPrinted>2014-06-05T02:18:00Z</cp:lastPrinted>
  <dcterms:created xsi:type="dcterms:W3CDTF">2018-12-14T02:23:00Z</dcterms:created>
  <dcterms:modified xsi:type="dcterms:W3CDTF">2018-12-24T07:42:00Z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